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2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8"/>
        <w:gridCol w:w="9742"/>
      </w:tblGrid>
      <w:tr w:rsidR="009478C4" w:rsidRPr="0022579C" w14:paraId="5438FB4F" w14:textId="77777777" w:rsidTr="00180299">
        <w:tc>
          <w:tcPr>
            <w:tcW w:w="518" w:type="dxa"/>
            <w:tcMar>
              <w:right w:w="115" w:type="dxa"/>
            </w:tcMar>
          </w:tcPr>
          <w:p w14:paraId="4944B2C6" w14:textId="77777777" w:rsidR="009478C4" w:rsidRPr="0022579C" w:rsidRDefault="009478C4"/>
        </w:tc>
        <w:tc>
          <w:tcPr>
            <w:tcW w:w="9742" w:type="dxa"/>
            <w:tcMar>
              <w:left w:w="0" w:type="dxa"/>
              <w:right w:w="115" w:type="dxa"/>
            </w:tcMar>
          </w:tcPr>
          <w:p w14:paraId="6B8B25E0" w14:textId="6CAD1581" w:rsidR="00811A58" w:rsidRPr="00636B47" w:rsidRDefault="00891346" w:rsidP="00811A58">
            <w:pPr>
              <w:pStyle w:val="Month"/>
              <w:ind w:right="-4997"/>
              <w:rPr>
                <w:color w:val="66BDD8"/>
              </w:rPr>
            </w:pPr>
            <w:r>
              <w:t>NOVEMBER</w:t>
            </w:r>
            <w:r w:rsidR="009478C4" w:rsidRPr="0022579C">
              <w:t xml:space="preserve"> </w:t>
            </w:r>
            <w:r w:rsidR="001960CD" w:rsidRPr="00180299">
              <w:rPr>
                <w:rStyle w:val="Year"/>
                <w:color w:val="4BACC6" w:themeColor="accent5"/>
              </w:rPr>
              <w:fldChar w:fldCharType="begin"/>
            </w:r>
            <w:r w:rsidR="009478C4" w:rsidRPr="00180299">
              <w:rPr>
                <w:rStyle w:val="Year"/>
                <w:color w:val="4BACC6" w:themeColor="accent5"/>
              </w:rPr>
              <w:instrText xml:space="preserve"> DOCVARIABLE  MonthStart \@  yyyy   \* MERGEFORMAT </w:instrText>
            </w:r>
            <w:r w:rsidR="001960CD" w:rsidRPr="00180299">
              <w:rPr>
                <w:rStyle w:val="Year"/>
                <w:color w:val="4BACC6" w:themeColor="accent5"/>
              </w:rPr>
              <w:fldChar w:fldCharType="separate"/>
            </w:r>
            <w:r w:rsidR="009478C4" w:rsidRPr="00180299">
              <w:rPr>
                <w:rStyle w:val="Year"/>
                <w:color w:val="4BACC6" w:themeColor="accent5"/>
              </w:rPr>
              <w:t>20</w:t>
            </w:r>
            <w:r w:rsidRPr="00180299">
              <w:rPr>
                <w:rStyle w:val="Year"/>
                <w:color w:val="4BACC6" w:themeColor="accent5"/>
              </w:rPr>
              <w:t>14</w:t>
            </w:r>
            <w:r w:rsidR="001960CD" w:rsidRPr="00180299">
              <w:rPr>
                <w:rStyle w:val="Year"/>
                <w:color w:val="4BACC6" w:themeColor="accent5"/>
              </w:rPr>
              <w:fldChar w:fldCharType="end"/>
            </w:r>
            <w:r w:rsidR="00180299">
              <w:rPr>
                <w:rStyle w:val="Year"/>
              </w:rPr>
              <w:t xml:space="preserve"> </w:t>
            </w:r>
          </w:p>
        </w:tc>
      </w:tr>
    </w:tbl>
    <w:p w14:paraId="290DE622" w14:textId="77777777" w:rsidR="009478C4" w:rsidRDefault="009478C4">
      <w:pPr>
        <w:pStyle w:val="NoSpacing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5"/>
        <w:gridCol w:w="1619"/>
        <w:gridCol w:w="1620"/>
        <w:gridCol w:w="1620"/>
        <w:gridCol w:w="1620"/>
        <w:gridCol w:w="1620"/>
        <w:gridCol w:w="1620"/>
      </w:tblGrid>
      <w:tr w:rsidR="009478C4" w:rsidRPr="0022579C" w14:paraId="414CA84B" w14:textId="77777777" w:rsidTr="0022579C">
        <w:trPr>
          <w:cantSplit/>
          <w:trHeight w:hRule="exact" w:val="504"/>
        </w:trPr>
        <w:tc>
          <w:tcPr>
            <w:tcW w:w="504" w:type="dxa"/>
            <w:tcMar>
              <w:left w:w="0" w:type="dxa"/>
              <w:right w:w="115" w:type="dxa"/>
            </w:tcMar>
            <w:textDirection w:val="btLr"/>
            <w:vAlign w:val="bottom"/>
          </w:tcPr>
          <w:p w14:paraId="1542776D" w14:textId="77777777" w:rsidR="009478C4" w:rsidRPr="0022579C" w:rsidRDefault="009478C4"/>
        </w:tc>
        <w:tc>
          <w:tcPr>
            <w:tcW w:w="1613" w:type="dxa"/>
            <w:vAlign w:val="center"/>
          </w:tcPr>
          <w:p w14:paraId="31EC589B" w14:textId="77777777" w:rsidR="009478C4" w:rsidRPr="0022579C" w:rsidRDefault="009478C4">
            <w:pPr>
              <w:pStyle w:val="Days"/>
            </w:pPr>
            <w:r w:rsidRPr="0022579C">
              <w:t>MONDAY</w:t>
            </w:r>
          </w:p>
        </w:tc>
        <w:tc>
          <w:tcPr>
            <w:tcW w:w="1613" w:type="dxa"/>
            <w:vAlign w:val="center"/>
          </w:tcPr>
          <w:p w14:paraId="530FFB23" w14:textId="77777777" w:rsidR="009478C4" w:rsidRPr="0022579C" w:rsidRDefault="009478C4">
            <w:pPr>
              <w:pStyle w:val="Days"/>
            </w:pPr>
            <w:r w:rsidRPr="0022579C">
              <w:t>TUESDAY</w:t>
            </w:r>
          </w:p>
        </w:tc>
        <w:tc>
          <w:tcPr>
            <w:tcW w:w="1613" w:type="dxa"/>
            <w:vAlign w:val="center"/>
          </w:tcPr>
          <w:p w14:paraId="27225CD6" w14:textId="77777777" w:rsidR="009478C4" w:rsidRPr="0022579C" w:rsidRDefault="009478C4">
            <w:pPr>
              <w:pStyle w:val="Days"/>
            </w:pPr>
            <w:r w:rsidRPr="0022579C">
              <w:t>WEDNESDAY</w:t>
            </w:r>
          </w:p>
        </w:tc>
        <w:tc>
          <w:tcPr>
            <w:tcW w:w="1613" w:type="dxa"/>
            <w:vAlign w:val="center"/>
          </w:tcPr>
          <w:p w14:paraId="6C503F87" w14:textId="77777777" w:rsidR="009478C4" w:rsidRPr="0022579C" w:rsidRDefault="009478C4">
            <w:pPr>
              <w:pStyle w:val="Days"/>
            </w:pPr>
            <w:r w:rsidRPr="0022579C">
              <w:t>THURSDAY</w:t>
            </w:r>
          </w:p>
        </w:tc>
        <w:tc>
          <w:tcPr>
            <w:tcW w:w="1613" w:type="dxa"/>
            <w:vAlign w:val="center"/>
          </w:tcPr>
          <w:p w14:paraId="5DA20A50" w14:textId="77777777" w:rsidR="009478C4" w:rsidRPr="0022579C" w:rsidRDefault="009478C4">
            <w:pPr>
              <w:pStyle w:val="Days"/>
            </w:pPr>
            <w:r w:rsidRPr="0022579C">
              <w:t>FRIDAY</w:t>
            </w:r>
          </w:p>
        </w:tc>
        <w:tc>
          <w:tcPr>
            <w:tcW w:w="1613" w:type="dxa"/>
            <w:vAlign w:val="center"/>
          </w:tcPr>
          <w:p w14:paraId="2C728B09" w14:textId="77777777" w:rsidR="009478C4" w:rsidRPr="0022579C" w:rsidRDefault="009478C4">
            <w:pPr>
              <w:pStyle w:val="Days"/>
            </w:pPr>
            <w:r w:rsidRPr="0022579C">
              <w:t>SAT/SUN</w:t>
            </w:r>
          </w:p>
        </w:tc>
      </w:tr>
    </w:tbl>
    <w:p w14:paraId="34E11EC9" w14:textId="77777777" w:rsidR="009478C4" w:rsidRDefault="009478C4">
      <w:pPr>
        <w:pStyle w:val="NoSpacing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7"/>
        <w:gridCol w:w="174"/>
        <w:gridCol w:w="1448"/>
        <w:gridCol w:w="174"/>
        <w:gridCol w:w="1449"/>
        <w:gridCol w:w="218"/>
        <w:gridCol w:w="1405"/>
        <w:gridCol w:w="174"/>
        <w:gridCol w:w="1449"/>
        <w:gridCol w:w="174"/>
        <w:gridCol w:w="1449"/>
        <w:gridCol w:w="174"/>
        <w:gridCol w:w="1449"/>
      </w:tblGrid>
      <w:tr w:rsidR="009478C4" w:rsidRPr="0022579C" w14:paraId="7533B991" w14:textId="77777777" w:rsidTr="00FC1067">
        <w:trPr>
          <w:cantSplit/>
          <w:trHeight w:val="504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3B66E12F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left w:val="single" w:sz="8" w:space="0" w:color="7F7F7F"/>
            </w:tcBorders>
            <w:textDirection w:val="btLr"/>
            <w:vAlign w:val="center"/>
          </w:tcPr>
          <w:p w14:paraId="74D98B95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top w:val="single" w:sz="8" w:space="0" w:color="7F7F7F"/>
              <w:right w:val="single" w:sz="6" w:space="0" w:color="66BDD8"/>
            </w:tcBorders>
          </w:tcPr>
          <w:p w14:paraId="58CCC638" w14:textId="77777777" w:rsidR="009478C4" w:rsidRPr="0022579C" w:rsidRDefault="001960CD">
            <w:pPr>
              <w:pStyle w:val="Date"/>
            </w:pP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11314B">
              <w:fldChar w:fldCharType="begin"/>
            </w:r>
            <w:r w:rsidR="0011314B">
              <w:instrText xml:space="preserve"> DocVariable MonthStart \@ dddd </w:instrText>
            </w:r>
            <w:r w:rsidR="0011314B">
              <w:fldChar w:fldCharType="separate"/>
            </w:r>
            <w:r w:rsidR="009478C4" w:rsidRPr="0022579C">
              <w:instrText>Thursday</w:instrText>
            </w:r>
            <w:r w:rsidR="0011314B">
              <w:fldChar w:fldCharType="end"/>
            </w:r>
            <w:r w:rsidR="009478C4" w:rsidRPr="0022579C">
              <w:instrText xml:space="preserve"> = "Monday" 1 ""</w:instrText>
            </w:r>
            <w:r w:rsidRPr="0022579C">
              <w:fldChar w:fldCharType="end"/>
            </w:r>
          </w:p>
        </w:tc>
        <w:tc>
          <w:tcPr>
            <w:tcW w:w="174" w:type="dxa"/>
            <w:tcBorders>
              <w:top w:val="single" w:sz="8" w:space="0" w:color="7F7F7F"/>
              <w:left w:val="single" w:sz="6" w:space="0" w:color="66BDD8"/>
            </w:tcBorders>
          </w:tcPr>
          <w:p w14:paraId="42DD2C2F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right w:val="single" w:sz="6" w:space="0" w:color="66BDD8"/>
            </w:tcBorders>
          </w:tcPr>
          <w:p w14:paraId="39F4D8BF" w14:textId="77777777" w:rsidR="009478C4" w:rsidRPr="0022579C" w:rsidRDefault="001960CD">
            <w:pPr>
              <w:pStyle w:val="Date"/>
            </w:pP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11314B">
              <w:fldChar w:fldCharType="begin"/>
            </w:r>
            <w:r w:rsidR="0011314B">
              <w:instrText xml:space="preserve"> DocVariable MonthStart \@ dddd </w:instrText>
            </w:r>
            <w:r w:rsidR="0011314B">
              <w:fldChar w:fldCharType="separate"/>
            </w:r>
            <w:r w:rsidR="009478C4" w:rsidRPr="0022579C">
              <w:instrText>Thursday</w:instrText>
            </w:r>
            <w:r w:rsidR="0011314B">
              <w:fldChar w:fldCharType="end"/>
            </w:r>
            <w:r w:rsidR="009478C4" w:rsidRPr="0022579C">
              <w:instrText xml:space="preserve"> = "Tuesday" 1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11314B">
              <w:fldChar w:fldCharType="begin"/>
            </w:r>
            <w:r w:rsidR="0011314B">
              <w:instrText xml:space="preserve"> =C1 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&lt;&gt; 0 </w:instrText>
            </w:r>
            <w:r w:rsidR="0011314B">
              <w:fldChar w:fldCharType="begin"/>
            </w:r>
            <w:r w:rsidR="0011314B">
              <w:instrText xml:space="preserve"> =C1+1 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2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end"/>
            </w:r>
            <w:r w:rsidRPr="0022579C">
              <w:fldChar w:fldCharType="end"/>
            </w:r>
          </w:p>
        </w:tc>
        <w:tc>
          <w:tcPr>
            <w:tcW w:w="218" w:type="dxa"/>
            <w:tcBorders>
              <w:top w:val="single" w:sz="8" w:space="0" w:color="7F7F7F"/>
              <w:left w:val="single" w:sz="6" w:space="0" w:color="66BDD8"/>
            </w:tcBorders>
          </w:tcPr>
          <w:p w14:paraId="012BF0C8" w14:textId="77777777" w:rsidR="009478C4" w:rsidRPr="0022579C" w:rsidRDefault="009478C4"/>
        </w:tc>
        <w:tc>
          <w:tcPr>
            <w:tcW w:w="1405" w:type="dxa"/>
            <w:tcBorders>
              <w:top w:val="single" w:sz="8" w:space="0" w:color="7F7F7F"/>
              <w:right w:val="single" w:sz="6" w:space="0" w:color="66BDD8"/>
            </w:tcBorders>
          </w:tcPr>
          <w:p w14:paraId="0DC0D086" w14:textId="77777777" w:rsidR="009478C4" w:rsidRPr="0022579C" w:rsidRDefault="001960CD">
            <w:pPr>
              <w:pStyle w:val="Date"/>
            </w:pP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11314B">
              <w:fldChar w:fldCharType="begin"/>
            </w:r>
            <w:r w:rsidR="0011314B">
              <w:instrText xml:space="preserve"> DocVariable MonthStart \@ dddd </w:instrText>
            </w:r>
            <w:r w:rsidR="0011314B">
              <w:fldChar w:fldCharType="separate"/>
            </w:r>
            <w:r w:rsidR="009478C4" w:rsidRPr="0022579C">
              <w:instrText>Thursday</w:instrText>
            </w:r>
            <w:r w:rsidR="0011314B">
              <w:fldChar w:fldCharType="end"/>
            </w:r>
            <w:r w:rsidR="009478C4" w:rsidRPr="0022579C">
              <w:instrText xml:space="preserve"> = "Wednesday" 1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11314B">
              <w:fldChar w:fldCharType="begin"/>
            </w:r>
            <w:r w:rsidR="0011314B">
              <w:instrText xml:space="preserve"> =E1 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&lt;&gt; 0 </w:instrText>
            </w:r>
            <w:r w:rsidR="0011314B">
              <w:fldChar w:fldCharType="begin"/>
            </w:r>
            <w:r w:rsidR="0011314B">
              <w:instrText xml:space="preserve"> =E1+1 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3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end"/>
            </w:r>
            <w:r w:rsidRPr="0022579C">
              <w:fldChar w:fldCharType="end"/>
            </w:r>
          </w:p>
        </w:tc>
        <w:tc>
          <w:tcPr>
            <w:tcW w:w="174" w:type="dxa"/>
            <w:tcBorders>
              <w:top w:val="single" w:sz="8" w:space="0" w:color="7F7F7F"/>
              <w:left w:val="single" w:sz="6" w:space="0" w:color="66BDD8"/>
            </w:tcBorders>
          </w:tcPr>
          <w:p w14:paraId="390C4A12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right w:val="single" w:sz="6" w:space="0" w:color="66BDD8"/>
            </w:tcBorders>
          </w:tcPr>
          <w:p w14:paraId="27826C05" w14:textId="77777777" w:rsidR="009478C4" w:rsidRPr="0022579C" w:rsidRDefault="009478C4">
            <w:pPr>
              <w:pStyle w:val="Date"/>
            </w:pPr>
          </w:p>
        </w:tc>
        <w:tc>
          <w:tcPr>
            <w:tcW w:w="174" w:type="dxa"/>
            <w:tcBorders>
              <w:top w:val="single" w:sz="8" w:space="0" w:color="7F7F7F"/>
              <w:left w:val="single" w:sz="6" w:space="0" w:color="66BDD8"/>
            </w:tcBorders>
          </w:tcPr>
          <w:p w14:paraId="5176C4F2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right w:val="single" w:sz="6" w:space="0" w:color="66BDD8"/>
            </w:tcBorders>
          </w:tcPr>
          <w:p w14:paraId="546E5C8B" w14:textId="77777777" w:rsidR="009478C4" w:rsidRPr="0022579C" w:rsidRDefault="009478C4">
            <w:pPr>
              <w:pStyle w:val="Date"/>
            </w:pPr>
          </w:p>
        </w:tc>
        <w:tc>
          <w:tcPr>
            <w:tcW w:w="174" w:type="dxa"/>
            <w:tcBorders>
              <w:top w:val="single" w:sz="8" w:space="0" w:color="7F7F7F"/>
              <w:left w:val="single" w:sz="6" w:space="0" w:color="66BDD8"/>
            </w:tcBorders>
          </w:tcPr>
          <w:p w14:paraId="28E1182A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right w:val="single" w:sz="8" w:space="0" w:color="7F7F7F"/>
            </w:tcBorders>
          </w:tcPr>
          <w:p w14:paraId="5E68CAAA" w14:textId="77777777" w:rsidR="009478C4" w:rsidRPr="0022579C" w:rsidRDefault="00891346" w:rsidP="00891346">
            <w:pPr>
              <w:pStyle w:val="Date"/>
            </w:pPr>
            <w:r>
              <w:t>1</w:t>
            </w:r>
            <w:r w:rsidR="001960CD" w:rsidRPr="0022579C">
              <w:fldChar w:fldCharType="begin"/>
            </w:r>
            <w:r w:rsidR="009478C4" w:rsidRPr="0022579C">
              <w:instrText xml:space="preserve"> If </w:instrText>
            </w:r>
            <w:r w:rsidR="0011314B">
              <w:fldChar w:fldCharType="begin"/>
            </w:r>
            <w:r w:rsidR="0011314B">
              <w:instrText xml:space="preserve"> DOCVARIABLE  MonthStart \@ dddd</w:instrText>
            </w:r>
            <w:r w:rsidR="0011314B">
              <w:fldChar w:fldCharType="separate"/>
            </w:r>
            <w:r w:rsidR="009478C4" w:rsidRPr="0022579C">
              <w:instrText>Thursday</w:instrText>
            </w:r>
            <w:r w:rsidR="0011314B">
              <w:fldChar w:fldCharType="end"/>
            </w:r>
            <w:r w:rsidR="009478C4" w:rsidRPr="0022579C">
              <w:instrText xml:space="preserve"> = Sunday "" "/"</w:instrText>
            </w:r>
            <w:r w:rsidR="001960CD" w:rsidRPr="0022579C">
              <w:fldChar w:fldCharType="separate"/>
            </w:r>
            <w:r w:rsidR="009478C4" w:rsidRPr="0022579C">
              <w:rPr>
                <w:noProof/>
              </w:rPr>
              <w:t>/</w:t>
            </w:r>
            <w:r w:rsidR="001960CD" w:rsidRPr="0022579C">
              <w:fldChar w:fldCharType="end"/>
            </w:r>
            <w:r>
              <w:t>2</w:t>
            </w:r>
          </w:p>
        </w:tc>
      </w:tr>
      <w:tr w:rsidR="009478C4" w:rsidRPr="0022579C" w14:paraId="67A37B05" w14:textId="77777777" w:rsidTr="00FC1067">
        <w:trPr>
          <w:cantSplit/>
          <w:trHeight w:val="893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5C62D966" w14:textId="77777777" w:rsidR="009478C4" w:rsidRPr="0022579C" w:rsidRDefault="009478C4" w:rsidP="0022579C">
            <w:pPr>
              <w:pStyle w:val="Line"/>
            </w:pPr>
            <w:r w:rsidRPr="0022579C">
              <w:t>1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573B0348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right w:val="single" w:sz="6" w:space="0" w:color="66BDD8"/>
            </w:tcBorders>
          </w:tcPr>
          <w:p w14:paraId="0DF9CA36" w14:textId="77777777" w:rsidR="009478C4" w:rsidRDefault="009478C4" w:rsidP="00960B8E">
            <w:pPr>
              <w:pStyle w:val="CalendarText"/>
              <w:rPr>
                <w:b/>
              </w:rPr>
            </w:pPr>
          </w:p>
          <w:p w14:paraId="42CF200E" w14:textId="77777777" w:rsidR="009478C4" w:rsidRPr="0022579C" w:rsidRDefault="009478C4" w:rsidP="00445BE1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1F0D99E5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67D5B3BD" w14:textId="77777777" w:rsidR="009478C4" w:rsidRPr="0022579C" w:rsidRDefault="009478C4">
            <w:pPr>
              <w:pStyle w:val="CalendarText"/>
            </w:pPr>
          </w:p>
        </w:tc>
        <w:tc>
          <w:tcPr>
            <w:tcW w:w="218" w:type="dxa"/>
            <w:tcBorders>
              <w:left w:val="single" w:sz="6" w:space="0" w:color="66BDD8"/>
            </w:tcBorders>
          </w:tcPr>
          <w:p w14:paraId="0C5D59CA" w14:textId="77777777" w:rsidR="009478C4" w:rsidRPr="0022579C" w:rsidRDefault="009478C4">
            <w:pPr>
              <w:pStyle w:val="CalendarText"/>
            </w:pPr>
          </w:p>
        </w:tc>
        <w:tc>
          <w:tcPr>
            <w:tcW w:w="1405" w:type="dxa"/>
            <w:tcBorders>
              <w:right w:val="single" w:sz="6" w:space="0" w:color="66BDD8"/>
            </w:tcBorders>
          </w:tcPr>
          <w:p w14:paraId="744A6515" w14:textId="77777777" w:rsidR="009478C4" w:rsidRPr="0022579C" w:rsidRDefault="009478C4" w:rsidP="00445BE1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514DA80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6C0F54B6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2331BFC2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46962FD8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0AB65E6B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8" w:space="0" w:color="7F7F7F"/>
            </w:tcBorders>
          </w:tcPr>
          <w:p w14:paraId="1150E665" w14:textId="77777777" w:rsidR="009478C4" w:rsidRPr="0022579C" w:rsidRDefault="009478C4">
            <w:pPr>
              <w:pStyle w:val="CalendarText"/>
            </w:pPr>
          </w:p>
        </w:tc>
      </w:tr>
      <w:tr w:rsidR="009478C4" w:rsidRPr="0022579C" w14:paraId="2EDF67D1" w14:textId="77777777" w:rsidTr="00FC1067">
        <w:trPr>
          <w:cantSplit/>
          <w:trHeight w:hRule="exact" w:val="490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05B34FDA" w14:textId="77777777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4B0B1A4A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8" w:type="dxa"/>
            <w:tcBorders>
              <w:right w:val="single" w:sz="6" w:space="0" w:color="66BDD8"/>
            </w:tcBorders>
            <w:shd w:val="clear" w:color="auto" w:fill="E0F1F7"/>
            <w:tcMar>
              <w:left w:w="72" w:type="dxa"/>
              <w:right w:w="0" w:type="dxa"/>
            </w:tcMar>
            <w:vAlign w:val="center"/>
          </w:tcPr>
          <w:p w14:paraId="03FC564A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0286FA5A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0F3EFB48" w14:textId="77777777" w:rsidR="009478C4" w:rsidRPr="0022579C" w:rsidRDefault="009478C4"/>
        </w:tc>
        <w:tc>
          <w:tcPr>
            <w:tcW w:w="218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7E3AAF8E" w14:textId="77777777" w:rsidR="009478C4" w:rsidRPr="0022579C" w:rsidRDefault="009478C4"/>
        </w:tc>
        <w:tc>
          <w:tcPr>
            <w:tcW w:w="1405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2C6DC67C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0A644C1B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44C85F1B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55F56A98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4307369D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06C7065F" w14:textId="77777777" w:rsidR="009478C4" w:rsidRPr="0022579C" w:rsidRDefault="009478C4"/>
        </w:tc>
        <w:tc>
          <w:tcPr>
            <w:tcW w:w="1449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1C4C1C1E" w14:textId="77777777" w:rsidR="009478C4" w:rsidRPr="0022579C" w:rsidRDefault="009478C4"/>
        </w:tc>
      </w:tr>
      <w:tr w:rsidR="009478C4" w:rsidRPr="0022579C" w14:paraId="6E215E90" w14:textId="77777777" w:rsidTr="00FC1067">
        <w:trPr>
          <w:cantSplit/>
          <w:trHeight w:hRule="exact" w:val="130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4B9E8A40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1C2AA47A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bottom w:val="single" w:sz="8" w:space="0" w:color="7F7F7F"/>
            </w:tcBorders>
            <w:shd w:val="clear" w:color="auto" w:fill="66BDD8"/>
          </w:tcPr>
          <w:p w14:paraId="2AF48D06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02D2FB92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</w:tcPr>
          <w:p w14:paraId="7309C217" w14:textId="77777777" w:rsidR="009478C4" w:rsidRPr="0022579C" w:rsidRDefault="009478C4"/>
        </w:tc>
        <w:tc>
          <w:tcPr>
            <w:tcW w:w="218" w:type="dxa"/>
            <w:tcBorders>
              <w:bottom w:val="single" w:sz="8" w:space="0" w:color="7F7F7F"/>
            </w:tcBorders>
            <w:shd w:val="clear" w:color="auto" w:fill="66BDD8"/>
          </w:tcPr>
          <w:p w14:paraId="5867D315" w14:textId="77777777" w:rsidR="009478C4" w:rsidRPr="0022579C" w:rsidRDefault="009478C4"/>
        </w:tc>
        <w:tc>
          <w:tcPr>
            <w:tcW w:w="1405" w:type="dxa"/>
            <w:tcBorders>
              <w:bottom w:val="single" w:sz="8" w:space="0" w:color="7F7F7F"/>
            </w:tcBorders>
            <w:shd w:val="clear" w:color="auto" w:fill="66BDD8"/>
          </w:tcPr>
          <w:p w14:paraId="2219BE99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50B1B19F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</w:tcPr>
          <w:p w14:paraId="4BF809E3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05A01D3D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</w:tcPr>
          <w:p w14:paraId="6A8E637B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738B59F8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</w:tcPr>
          <w:p w14:paraId="44077BB3" w14:textId="77777777" w:rsidR="009478C4" w:rsidRPr="0022579C" w:rsidRDefault="009478C4"/>
        </w:tc>
      </w:tr>
      <w:tr w:rsidR="009478C4" w:rsidRPr="0022579C" w14:paraId="5E80E661" w14:textId="77777777" w:rsidTr="00FC1067">
        <w:trPr>
          <w:cantSplit/>
          <w:trHeight w:hRule="exact" w:val="43"/>
        </w:trPr>
        <w:tc>
          <w:tcPr>
            <w:tcW w:w="497" w:type="dxa"/>
            <w:tcMar>
              <w:left w:w="0" w:type="dxa"/>
              <w:right w:w="115" w:type="dxa"/>
            </w:tcMar>
            <w:textDirection w:val="btLr"/>
            <w:vAlign w:val="center"/>
          </w:tcPr>
          <w:p w14:paraId="1135A0AB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  <w:textDirection w:val="btLr"/>
            <w:vAlign w:val="center"/>
          </w:tcPr>
          <w:p w14:paraId="51617864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top w:val="single" w:sz="8" w:space="0" w:color="7F7F7F"/>
              <w:bottom w:val="single" w:sz="4" w:space="0" w:color="7F7F7F"/>
            </w:tcBorders>
          </w:tcPr>
          <w:p w14:paraId="23547DFB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7B71BE00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55931291" w14:textId="77777777" w:rsidR="009478C4" w:rsidRPr="0022579C" w:rsidRDefault="009478C4"/>
        </w:tc>
        <w:tc>
          <w:tcPr>
            <w:tcW w:w="218" w:type="dxa"/>
            <w:tcBorders>
              <w:top w:val="single" w:sz="8" w:space="0" w:color="7F7F7F"/>
              <w:bottom w:val="single" w:sz="4" w:space="0" w:color="7F7F7F"/>
            </w:tcBorders>
          </w:tcPr>
          <w:p w14:paraId="063C153A" w14:textId="77777777" w:rsidR="009478C4" w:rsidRPr="0022579C" w:rsidRDefault="009478C4"/>
        </w:tc>
        <w:tc>
          <w:tcPr>
            <w:tcW w:w="1405" w:type="dxa"/>
            <w:tcBorders>
              <w:top w:val="single" w:sz="8" w:space="0" w:color="7F7F7F"/>
              <w:bottom w:val="single" w:sz="4" w:space="0" w:color="7F7F7F"/>
            </w:tcBorders>
          </w:tcPr>
          <w:p w14:paraId="4A070FA9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0BF0AC13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2B061B09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244802B6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799CBCCE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0D042FFD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74B1A7D7" w14:textId="77777777" w:rsidR="009478C4" w:rsidRPr="0022579C" w:rsidRDefault="009478C4"/>
        </w:tc>
      </w:tr>
      <w:tr w:rsidR="009478C4" w:rsidRPr="0022579C" w14:paraId="260618E5" w14:textId="77777777" w:rsidTr="00FC1067">
        <w:trPr>
          <w:cantSplit/>
          <w:trHeight w:val="504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1212FA12" w14:textId="77777777" w:rsidR="009478C4" w:rsidRPr="0022579C" w:rsidRDefault="009478C4"/>
        </w:tc>
        <w:tc>
          <w:tcPr>
            <w:tcW w:w="174" w:type="dxa"/>
            <w:tcBorders>
              <w:top w:val="single" w:sz="4" w:space="0" w:color="7F7F7F"/>
              <w:left w:val="single" w:sz="8" w:space="0" w:color="7F7F7F"/>
            </w:tcBorders>
            <w:textDirection w:val="btLr"/>
            <w:vAlign w:val="center"/>
          </w:tcPr>
          <w:p w14:paraId="7D104E6A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top w:val="single" w:sz="4" w:space="0" w:color="7F7F7F"/>
              <w:right w:val="single" w:sz="6" w:space="0" w:color="66BDD8"/>
            </w:tcBorders>
          </w:tcPr>
          <w:p w14:paraId="759D3C74" w14:textId="77777777" w:rsidR="009478C4" w:rsidRPr="0022579C" w:rsidRDefault="00891346">
            <w:pPr>
              <w:pStyle w:val="Date"/>
            </w:pPr>
            <w:r>
              <w:t>3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2C252966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6" w:space="0" w:color="66BDD8"/>
            </w:tcBorders>
          </w:tcPr>
          <w:p w14:paraId="28B20041" w14:textId="77777777" w:rsidR="009478C4" w:rsidRPr="0022579C" w:rsidRDefault="00891346">
            <w:pPr>
              <w:pStyle w:val="Date"/>
            </w:pPr>
            <w:r>
              <w:t>4</w:t>
            </w:r>
          </w:p>
        </w:tc>
        <w:tc>
          <w:tcPr>
            <w:tcW w:w="218" w:type="dxa"/>
            <w:tcBorders>
              <w:top w:val="single" w:sz="4" w:space="0" w:color="7F7F7F"/>
              <w:left w:val="single" w:sz="6" w:space="0" w:color="66BDD8"/>
            </w:tcBorders>
          </w:tcPr>
          <w:p w14:paraId="4FC07B0E" w14:textId="77777777" w:rsidR="009478C4" w:rsidRPr="0022579C" w:rsidRDefault="009478C4"/>
        </w:tc>
        <w:tc>
          <w:tcPr>
            <w:tcW w:w="1405" w:type="dxa"/>
            <w:tcBorders>
              <w:top w:val="single" w:sz="4" w:space="0" w:color="7F7F7F"/>
              <w:right w:val="single" w:sz="6" w:space="0" w:color="66BDD8"/>
            </w:tcBorders>
          </w:tcPr>
          <w:p w14:paraId="263D9FD4" w14:textId="77777777" w:rsidR="009478C4" w:rsidRPr="0022579C" w:rsidRDefault="00891346">
            <w:pPr>
              <w:pStyle w:val="Date"/>
            </w:pPr>
            <w:r>
              <w:t>5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25295665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6" w:space="0" w:color="66BDD8"/>
            </w:tcBorders>
          </w:tcPr>
          <w:p w14:paraId="3DE41405" w14:textId="77777777" w:rsidR="009478C4" w:rsidRPr="0022579C" w:rsidRDefault="00891346">
            <w:pPr>
              <w:pStyle w:val="Date"/>
            </w:pPr>
            <w:r>
              <w:t>6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71E0C78D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6" w:space="0" w:color="66BDD8"/>
            </w:tcBorders>
          </w:tcPr>
          <w:p w14:paraId="57544DDA" w14:textId="77777777" w:rsidR="009478C4" w:rsidRPr="0022579C" w:rsidRDefault="00891346">
            <w:pPr>
              <w:pStyle w:val="Date"/>
            </w:pPr>
            <w:r>
              <w:t>7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583B981C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8" w:space="0" w:color="7F7F7F"/>
            </w:tcBorders>
          </w:tcPr>
          <w:p w14:paraId="014743F1" w14:textId="77777777" w:rsidR="009478C4" w:rsidRPr="0022579C" w:rsidRDefault="00891346" w:rsidP="00891346">
            <w:pPr>
              <w:pStyle w:val="Date"/>
            </w:pPr>
            <w:r>
              <w:t>8</w:t>
            </w:r>
            <w:r w:rsidR="009478C4" w:rsidRPr="0022579C">
              <w:t>/</w:t>
            </w:r>
            <w:r>
              <w:t>9</w:t>
            </w:r>
          </w:p>
        </w:tc>
      </w:tr>
      <w:tr w:rsidR="009478C4" w:rsidRPr="0022579C" w14:paraId="0760F022" w14:textId="77777777" w:rsidTr="00FC1067">
        <w:trPr>
          <w:cantSplit/>
          <w:trHeight w:val="893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52F5C057" w14:textId="77777777" w:rsidR="009478C4" w:rsidRPr="0022579C" w:rsidRDefault="009478C4" w:rsidP="0022579C">
            <w:pPr>
              <w:pStyle w:val="Line"/>
            </w:pPr>
            <w:r w:rsidRPr="0022579C">
              <w:t>2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38E0A2F5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right w:val="single" w:sz="6" w:space="0" w:color="66BDD8"/>
            </w:tcBorders>
          </w:tcPr>
          <w:p w14:paraId="7121CE9F" w14:textId="77777777" w:rsidR="00180299" w:rsidRPr="004C139D" w:rsidRDefault="004C139D" w:rsidP="00445BE1">
            <w:pPr>
              <w:pStyle w:val="CalendarText"/>
            </w:pPr>
            <w:r w:rsidRPr="004C139D">
              <w:t>Team Practice</w:t>
            </w:r>
          </w:p>
          <w:p w14:paraId="1CD86EF7" w14:textId="6A70EFDF" w:rsidR="004C139D" w:rsidRPr="0022579C" w:rsidRDefault="004C139D" w:rsidP="00445BE1">
            <w:pPr>
              <w:pStyle w:val="CalendarText"/>
              <w:rPr>
                <w:b/>
              </w:rPr>
            </w:pPr>
            <w:r w:rsidRPr="004C139D">
              <w:t>3:30-5:30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3625CB07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62EAA874" w14:textId="77777777" w:rsidR="009478C4" w:rsidRPr="0022579C" w:rsidRDefault="009478C4">
            <w:pPr>
              <w:pStyle w:val="CalendarText"/>
            </w:pPr>
          </w:p>
        </w:tc>
        <w:tc>
          <w:tcPr>
            <w:tcW w:w="218" w:type="dxa"/>
            <w:tcBorders>
              <w:left w:val="single" w:sz="6" w:space="0" w:color="66BDD8"/>
            </w:tcBorders>
          </w:tcPr>
          <w:p w14:paraId="5F4D4CF8" w14:textId="77777777" w:rsidR="009478C4" w:rsidRPr="0022579C" w:rsidRDefault="009478C4">
            <w:pPr>
              <w:pStyle w:val="CalendarText"/>
            </w:pPr>
          </w:p>
        </w:tc>
        <w:tc>
          <w:tcPr>
            <w:tcW w:w="1405" w:type="dxa"/>
            <w:tcBorders>
              <w:right w:val="single" w:sz="6" w:space="0" w:color="66BDD8"/>
            </w:tcBorders>
          </w:tcPr>
          <w:p w14:paraId="338EB656" w14:textId="125BE5CE" w:rsidR="009478C4" w:rsidRPr="00636B47" w:rsidRDefault="00636B47" w:rsidP="003709FE">
            <w:pPr>
              <w:pStyle w:val="CalendarText"/>
              <w:rPr>
                <w:b/>
                <w:color w:val="17365D" w:themeColor="text2" w:themeShade="BF"/>
              </w:rPr>
            </w:pPr>
            <w:r w:rsidRPr="00636B47">
              <w:rPr>
                <w:b/>
                <w:color w:val="17365D" w:themeColor="text2" w:themeShade="BF"/>
              </w:rPr>
              <w:t>Varsity Volleyball</w:t>
            </w:r>
          </w:p>
          <w:p w14:paraId="04F5DED5" w14:textId="4CFF0CA6" w:rsidR="00180299" w:rsidRPr="00636B47" w:rsidRDefault="00180299" w:rsidP="003709FE">
            <w:pPr>
              <w:pStyle w:val="CalendarText"/>
              <w:rPr>
                <w:b/>
                <w:color w:val="17365D" w:themeColor="text2" w:themeShade="BF"/>
              </w:rPr>
            </w:pPr>
            <w:r w:rsidRPr="00636B47">
              <w:rPr>
                <w:b/>
                <w:color w:val="17365D" w:themeColor="text2" w:themeShade="BF"/>
              </w:rPr>
              <w:t>At LQHS</w:t>
            </w:r>
            <w:r w:rsidR="00811A58" w:rsidRPr="00636B47">
              <w:rPr>
                <w:b/>
                <w:color w:val="17365D" w:themeColor="text2" w:themeShade="BF"/>
              </w:rPr>
              <w:t xml:space="preserve">  6:30</w:t>
            </w:r>
          </w:p>
          <w:p w14:paraId="67723FD5" w14:textId="77777777" w:rsidR="00180299" w:rsidRPr="00636B47" w:rsidRDefault="00180299" w:rsidP="003709FE">
            <w:pPr>
              <w:pStyle w:val="CalendarText"/>
              <w:rPr>
                <w:color w:val="17365D" w:themeColor="text2" w:themeShade="BF"/>
              </w:rPr>
            </w:pPr>
            <w:r w:rsidRPr="00636B47">
              <w:rPr>
                <w:b/>
                <w:color w:val="17365D" w:themeColor="text2" w:themeShade="BF"/>
              </w:rPr>
              <w:t>Vs. Palm Desert</w:t>
            </w:r>
          </w:p>
          <w:p w14:paraId="7936DC41" w14:textId="77777777" w:rsidR="00180299" w:rsidRDefault="00180299" w:rsidP="003709FE">
            <w:pPr>
              <w:pStyle w:val="CalendarText"/>
            </w:pPr>
          </w:p>
          <w:p w14:paraId="7DE95886" w14:textId="77777777" w:rsidR="00636B47" w:rsidRPr="00636B47" w:rsidRDefault="00636B47" w:rsidP="003709FE">
            <w:pPr>
              <w:pStyle w:val="CalendarText"/>
              <w:rPr>
                <w:color w:val="00B0F0"/>
              </w:rPr>
            </w:pPr>
            <w:r w:rsidRPr="00636B47">
              <w:rPr>
                <w:color w:val="00B0F0"/>
              </w:rPr>
              <w:t>Hailee &amp; Mariel’s</w:t>
            </w:r>
          </w:p>
          <w:p w14:paraId="2507BFE6" w14:textId="28BAF2E3" w:rsidR="00636B47" w:rsidRPr="0022579C" w:rsidRDefault="00636B47" w:rsidP="003709FE">
            <w:pPr>
              <w:pStyle w:val="CalendarText"/>
            </w:pPr>
            <w:r w:rsidRPr="00636B47">
              <w:rPr>
                <w:color w:val="00B0F0"/>
              </w:rPr>
              <w:t>Stunt Groups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35599526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48BBAE4B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31A44C4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01CD0506" w14:textId="1594CAD4" w:rsidR="009478C4" w:rsidRDefault="0034158A">
            <w:pPr>
              <w:pStyle w:val="CalendarText"/>
            </w:pPr>
            <w:r>
              <w:t>Varsity Football</w:t>
            </w:r>
          </w:p>
          <w:p w14:paraId="31466749" w14:textId="77777777" w:rsidR="00180299" w:rsidRPr="0022579C" w:rsidRDefault="00180299">
            <w:pPr>
              <w:pStyle w:val="CalendarText"/>
            </w:pPr>
            <w:r>
              <w:t>BYE Week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74F52686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8" w:space="0" w:color="7F7F7F"/>
            </w:tcBorders>
          </w:tcPr>
          <w:p w14:paraId="7BD3CCB3" w14:textId="77777777" w:rsidR="009478C4" w:rsidRPr="0022579C" w:rsidRDefault="009478C4">
            <w:pPr>
              <w:pStyle w:val="CalendarText"/>
            </w:pPr>
          </w:p>
        </w:tc>
      </w:tr>
      <w:tr w:rsidR="009478C4" w:rsidRPr="0022579C" w14:paraId="5710BDA2" w14:textId="77777777" w:rsidTr="00FC1067">
        <w:trPr>
          <w:cantSplit/>
          <w:trHeight w:hRule="exact" w:val="490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2CE8FAA1" w14:textId="7BF608C2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00E3C7C3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8" w:type="dxa"/>
            <w:tcBorders>
              <w:right w:val="single" w:sz="6" w:space="0" w:color="66BDD8"/>
            </w:tcBorders>
            <w:shd w:val="clear" w:color="auto" w:fill="E0F1F7"/>
            <w:tcMar>
              <w:left w:w="72" w:type="dxa"/>
              <w:right w:w="0" w:type="dxa"/>
            </w:tcMar>
            <w:vAlign w:val="center"/>
          </w:tcPr>
          <w:p w14:paraId="471EF1DF" w14:textId="77777777" w:rsidR="00180299" w:rsidRDefault="00636B47">
            <w:r>
              <w:t>White tank</w:t>
            </w:r>
          </w:p>
          <w:p w14:paraId="066EC380" w14:textId="55190337" w:rsidR="00636B47" w:rsidRPr="0022579C" w:rsidRDefault="00636B47">
            <w:r>
              <w:t xml:space="preserve">Black </w:t>
            </w:r>
            <w:proofErr w:type="spellStart"/>
            <w:r>
              <w:t>spanx</w:t>
            </w:r>
            <w:proofErr w:type="spellEnd"/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624EC856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036865FC" w14:textId="77777777" w:rsidR="009478C4" w:rsidRPr="0022579C" w:rsidRDefault="009478C4" w:rsidP="00472CB1"/>
        </w:tc>
        <w:tc>
          <w:tcPr>
            <w:tcW w:w="218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571D26BF" w14:textId="77777777" w:rsidR="009478C4" w:rsidRPr="0022579C" w:rsidRDefault="009478C4"/>
        </w:tc>
        <w:tc>
          <w:tcPr>
            <w:tcW w:w="1405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1464620E" w14:textId="4B3F3BF9" w:rsidR="009478C4" w:rsidRPr="0022579C" w:rsidRDefault="009478C4" w:rsidP="00811A58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6A125F71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5DE46045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1D4E1853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5807F926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4EE0E35" w14:textId="77777777" w:rsidR="009478C4" w:rsidRPr="0022579C" w:rsidRDefault="009478C4"/>
        </w:tc>
        <w:tc>
          <w:tcPr>
            <w:tcW w:w="1449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7BA3D434" w14:textId="77777777" w:rsidR="009478C4" w:rsidRPr="0022579C" w:rsidRDefault="009478C4"/>
        </w:tc>
      </w:tr>
      <w:tr w:rsidR="009478C4" w:rsidRPr="0022579C" w14:paraId="1D3D948E" w14:textId="77777777" w:rsidTr="00FC1067">
        <w:trPr>
          <w:cantSplit/>
          <w:trHeight w:hRule="exact" w:val="130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3847DBAD" w14:textId="0931C32B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37C33DEF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bottom w:val="single" w:sz="8" w:space="0" w:color="7F7F7F"/>
            </w:tcBorders>
            <w:shd w:val="clear" w:color="auto" w:fill="66BDD8"/>
          </w:tcPr>
          <w:p w14:paraId="582BDB9B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2594A4B9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</w:tcPr>
          <w:p w14:paraId="528017C3" w14:textId="77777777" w:rsidR="009478C4" w:rsidRPr="0022579C" w:rsidRDefault="009478C4"/>
        </w:tc>
        <w:tc>
          <w:tcPr>
            <w:tcW w:w="218" w:type="dxa"/>
            <w:tcBorders>
              <w:bottom w:val="single" w:sz="8" w:space="0" w:color="7F7F7F"/>
            </w:tcBorders>
            <w:shd w:val="clear" w:color="auto" w:fill="66BDD8"/>
          </w:tcPr>
          <w:p w14:paraId="171C636B" w14:textId="77777777" w:rsidR="009478C4" w:rsidRPr="0022579C" w:rsidRDefault="009478C4"/>
        </w:tc>
        <w:tc>
          <w:tcPr>
            <w:tcW w:w="1405" w:type="dxa"/>
            <w:tcBorders>
              <w:bottom w:val="single" w:sz="8" w:space="0" w:color="7F7F7F"/>
            </w:tcBorders>
            <w:shd w:val="clear" w:color="auto" w:fill="66BDD8"/>
          </w:tcPr>
          <w:p w14:paraId="371EAF9A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2F437579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</w:tcPr>
          <w:p w14:paraId="49FE6438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3F579A33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</w:tcPr>
          <w:p w14:paraId="1EC378E9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4C024914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</w:tcPr>
          <w:p w14:paraId="0EBA5438" w14:textId="77777777" w:rsidR="009478C4" w:rsidRPr="0022579C" w:rsidRDefault="009478C4"/>
        </w:tc>
      </w:tr>
      <w:tr w:rsidR="009478C4" w:rsidRPr="0022579C" w14:paraId="2D748DF1" w14:textId="77777777" w:rsidTr="00FC1067">
        <w:trPr>
          <w:cantSplit/>
          <w:trHeight w:hRule="exact" w:val="43"/>
        </w:trPr>
        <w:tc>
          <w:tcPr>
            <w:tcW w:w="497" w:type="dxa"/>
            <w:tcMar>
              <w:left w:w="0" w:type="dxa"/>
              <w:right w:w="115" w:type="dxa"/>
            </w:tcMar>
            <w:textDirection w:val="btLr"/>
            <w:vAlign w:val="center"/>
          </w:tcPr>
          <w:p w14:paraId="5E78C581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  <w:textDirection w:val="btLr"/>
            <w:vAlign w:val="center"/>
          </w:tcPr>
          <w:p w14:paraId="5A3DCF5C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top w:val="single" w:sz="8" w:space="0" w:color="7F7F7F"/>
              <w:bottom w:val="single" w:sz="4" w:space="0" w:color="7F7F7F"/>
            </w:tcBorders>
          </w:tcPr>
          <w:p w14:paraId="1048F309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59A06859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79D0147E" w14:textId="77777777" w:rsidR="009478C4" w:rsidRPr="0022579C" w:rsidRDefault="009478C4"/>
        </w:tc>
        <w:tc>
          <w:tcPr>
            <w:tcW w:w="218" w:type="dxa"/>
            <w:tcBorders>
              <w:top w:val="single" w:sz="8" w:space="0" w:color="7F7F7F"/>
              <w:bottom w:val="single" w:sz="4" w:space="0" w:color="7F7F7F"/>
            </w:tcBorders>
          </w:tcPr>
          <w:p w14:paraId="3EAF10C5" w14:textId="77777777" w:rsidR="009478C4" w:rsidRPr="0022579C" w:rsidRDefault="009478C4"/>
        </w:tc>
        <w:tc>
          <w:tcPr>
            <w:tcW w:w="1405" w:type="dxa"/>
            <w:tcBorders>
              <w:top w:val="single" w:sz="8" w:space="0" w:color="7F7F7F"/>
              <w:bottom w:val="single" w:sz="4" w:space="0" w:color="7F7F7F"/>
            </w:tcBorders>
          </w:tcPr>
          <w:p w14:paraId="5D233E17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2C11E11B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44F5A01A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1E0BD060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4645BEED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7CBA71F2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17B247AE" w14:textId="77777777" w:rsidR="009478C4" w:rsidRPr="0022579C" w:rsidRDefault="009478C4"/>
        </w:tc>
      </w:tr>
      <w:tr w:rsidR="009478C4" w:rsidRPr="0022579C" w14:paraId="0B57063C" w14:textId="77777777" w:rsidTr="00FC1067">
        <w:trPr>
          <w:cantSplit/>
          <w:trHeight w:val="504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6B762513" w14:textId="77777777" w:rsidR="009478C4" w:rsidRPr="0022579C" w:rsidRDefault="009478C4"/>
        </w:tc>
        <w:tc>
          <w:tcPr>
            <w:tcW w:w="174" w:type="dxa"/>
            <w:tcBorders>
              <w:top w:val="single" w:sz="4" w:space="0" w:color="7F7F7F"/>
              <w:left w:val="single" w:sz="8" w:space="0" w:color="7F7F7F"/>
            </w:tcBorders>
            <w:textDirection w:val="btLr"/>
            <w:vAlign w:val="center"/>
          </w:tcPr>
          <w:p w14:paraId="2E793188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top w:val="single" w:sz="4" w:space="0" w:color="7F7F7F"/>
              <w:right w:val="single" w:sz="6" w:space="0" w:color="66BDD8"/>
            </w:tcBorders>
          </w:tcPr>
          <w:p w14:paraId="7A6DE9F9" w14:textId="77777777" w:rsidR="009478C4" w:rsidRPr="0022579C" w:rsidRDefault="00891346">
            <w:pPr>
              <w:pStyle w:val="Date"/>
            </w:pPr>
            <w:r>
              <w:t>10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65B5DECE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6" w:space="0" w:color="66BDD8"/>
            </w:tcBorders>
          </w:tcPr>
          <w:p w14:paraId="0D316DAA" w14:textId="77777777" w:rsidR="009478C4" w:rsidRPr="0022579C" w:rsidRDefault="00891346">
            <w:pPr>
              <w:pStyle w:val="Date"/>
            </w:pPr>
            <w:r>
              <w:t>11</w:t>
            </w:r>
          </w:p>
        </w:tc>
        <w:tc>
          <w:tcPr>
            <w:tcW w:w="218" w:type="dxa"/>
            <w:tcBorders>
              <w:top w:val="single" w:sz="4" w:space="0" w:color="7F7F7F"/>
              <w:left w:val="single" w:sz="6" w:space="0" w:color="66BDD8"/>
            </w:tcBorders>
          </w:tcPr>
          <w:p w14:paraId="3C48CAA8" w14:textId="77777777" w:rsidR="009478C4" w:rsidRPr="0022579C" w:rsidRDefault="009478C4"/>
        </w:tc>
        <w:tc>
          <w:tcPr>
            <w:tcW w:w="1405" w:type="dxa"/>
            <w:tcBorders>
              <w:top w:val="single" w:sz="4" w:space="0" w:color="7F7F7F"/>
              <w:right w:val="single" w:sz="6" w:space="0" w:color="66BDD8"/>
            </w:tcBorders>
          </w:tcPr>
          <w:p w14:paraId="4F9355D6" w14:textId="77777777" w:rsidR="009478C4" w:rsidRPr="0022579C" w:rsidRDefault="00891346">
            <w:pPr>
              <w:pStyle w:val="Date"/>
            </w:pPr>
            <w:r>
              <w:t>12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6250E588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6" w:space="0" w:color="66BDD8"/>
            </w:tcBorders>
          </w:tcPr>
          <w:p w14:paraId="548276BC" w14:textId="77777777" w:rsidR="009478C4" w:rsidRPr="0022579C" w:rsidRDefault="00891346">
            <w:pPr>
              <w:pStyle w:val="Date"/>
            </w:pPr>
            <w:r>
              <w:t>13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2C11EC74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6" w:space="0" w:color="66BDD8"/>
            </w:tcBorders>
          </w:tcPr>
          <w:p w14:paraId="46A8F608" w14:textId="77777777" w:rsidR="009478C4" w:rsidRPr="0022579C" w:rsidRDefault="00891346">
            <w:pPr>
              <w:pStyle w:val="Date"/>
            </w:pPr>
            <w:r>
              <w:t>14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5AF36D37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8" w:space="0" w:color="7F7F7F"/>
            </w:tcBorders>
          </w:tcPr>
          <w:p w14:paraId="47B1CECA" w14:textId="77777777" w:rsidR="009478C4" w:rsidRPr="0022579C" w:rsidRDefault="00891346" w:rsidP="00891346">
            <w:pPr>
              <w:pStyle w:val="Date"/>
            </w:pPr>
            <w:r>
              <w:t>15</w:t>
            </w:r>
            <w:r w:rsidR="009478C4" w:rsidRPr="0022579C">
              <w:t>/</w:t>
            </w:r>
            <w:r>
              <w:t>16</w:t>
            </w:r>
          </w:p>
        </w:tc>
      </w:tr>
      <w:tr w:rsidR="009478C4" w:rsidRPr="0022579C" w14:paraId="2D80F713" w14:textId="77777777" w:rsidTr="00FC1067">
        <w:trPr>
          <w:cantSplit/>
          <w:trHeight w:val="893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2496E006" w14:textId="77777777" w:rsidR="009478C4" w:rsidRPr="0022579C" w:rsidRDefault="009478C4" w:rsidP="0022579C">
            <w:pPr>
              <w:pStyle w:val="Line"/>
            </w:pPr>
            <w:r w:rsidRPr="0022579C">
              <w:t>3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4B1D10CF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right w:val="single" w:sz="6" w:space="0" w:color="66BDD8"/>
            </w:tcBorders>
          </w:tcPr>
          <w:p w14:paraId="5B3B69FE" w14:textId="09AF25B7" w:rsidR="009478C4" w:rsidRPr="00636B47" w:rsidRDefault="004C139D">
            <w:pPr>
              <w:pStyle w:val="CalendarText"/>
              <w:rPr>
                <w:b/>
              </w:rPr>
            </w:pPr>
            <w:r w:rsidRPr="00636B47">
              <w:rPr>
                <w:b/>
              </w:rPr>
              <w:t>No school&gt;&gt;&gt;&gt;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115E2A8A" w14:textId="77777777" w:rsidR="009478C4" w:rsidRPr="00636B47" w:rsidRDefault="009478C4">
            <w:pPr>
              <w:pStyle w:val="CalendarText"/>
              <w:rPr>
                <w:b/>
              </w:rPr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6492ADDF" w14:textId="1F469FF2" w:rsidR="009478C4" w:rsidRPr="00636B47" w:rsidRDefault="004C139D" w:rsidP="007E3D4F">
            <w:pPr>
              <w:pStyle w:val="CalendarText"/>
              <w:rPr>
                <w:b/>
              </w:rPr>
            </w:pPr>
            <w:r w:rsidRPr="00636B47">
              <w:rPr>
                <w:b/>
              </w:rPr>
              <w:t>No school&gt;&gt;&gt;&gt;&gt;</w:t>
            </w:r>
          </w:p>
        </w:tc>
        <w:tc>
          <w:tcPr>
            <w:tcW w:w="218" w:type="dxa"/>
            <w:tcBorders>
              <w:left w:val="single" w:sz="6" w:space="0" w:color="66BDD8"/>
            </w:tcBorders>
          </w:tcPr>
          <w:p w14:paraId="6A2537A0" w14:textId="77777777" w:rsidR="009478C4" w:rsidRPr="0022579C" w:rsidRDefault="009478C4">
            <w:pPr>
              <w:pStyle w:val="CalendarText"/>
            </w:pPr>
          </w:p>
        </w:tc>
        <w:tc>
          <w:tcPr>
            <w:tcW w:w="1405" w:type="dxa"/>
            <w:tcBorders>
              <w:right w:val="single" w:sz="6" w:space="0" w:color="66BDD8"/>
            </w:tcBorders>
          </w:tcPr>
          <w:p w14:paraId="30D3D961" w14:textId="77777777" w:rsidR="009478C4" w:rsidRPr="0022579C" w:rsidRDefault="009478C4" w:rsidP="003709FE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4A47396D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2972E69C" w14:textId="77777777" w:rsidR="009478C4" w:rsidRPr="0022579C" w:rsidRDefault="009478C4" w:rsidP="007E3D4F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3805CA9C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513A97A4" w14:textId="77777777" w:rsidR="009478C4" w:rsidRDefault="009478C4" w:rsidP="007E3D4F">
            <w:pPr>
              <w:pStyle w:val="CalendarText"/>
              <w:rPr>
                <w:b/>
              </w:rPr>
            </w:pPr>
          </w:p>
          <w:p w14:paraId="4FD847AB" w14:textId="77777777" w:rsidR="009478C4" w:rsidRDefault="00180299" w:rsidP="007E3D4F">
            <w:pPr>
              <w:pStyle w:val="CalendarText"/>
            </w:pPr>
            <w:r>
              <w:t>CIF First Round</w:t>
            </w:r>
          </w:p>
          <w:p w14:paraId="374243D6" w14:textId="77777777" w:rsidR="00180299" w:rsidRDefault="00180299" w:rsidP="007E3D4F">
            <w:pPr>
              <w:pStyle w:val="CalendarText"/>
            </w:pPr>
            <w:r>
              <w:t>TBA</w:t>
            </w:r>
          </w:p>
          <w:p w14:paraId="043144FC" w14:textId="77777777" w:rsidR="00180299" w:rsidRPr="00445BE1" w:rsidRDefault="00180299" w:rsidP="007E3D4F">
            <w:pPr>
              <w:pStyle w:val="CalendarText"/>
            </w:pPr>
            <w:r>
              <w:t>7:00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71301BA9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8" w:space="0" w:color="7F7F7F"/>
            </w:tcBorders>
          </w:tcPr>
          <w:p w14:paraId="048C8B87" w14:textId="33F0412C" w:rsidR="009478C4" w:rsidRPr="00372E41" w:rsidRDefault="00372E41">
            <w:pPr>
              <w:pStyle w:val="CalendarText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November 15</w:t>
            </w:r>
          </w:p>
          <w:p w14:paraId="657CE0CD" w14:textId="77777777" w:rsidR="00372E41" w:rsidRPr="00372E41" w:rsidRDefault="00372E41">
            <w:pPr>
              <w:pStyle w:val="CalendarText"/>
              <w:rPr>
                <w:color w:val="548DD4" w:themeColor="text2" w:themeTint="99"/>
              </w:rPr>
            </w:pPr>
            <w:r w:rsidRPr="00372E41">
              <w:rPr>
                <w:color w:val="548DD4" w:themeColor="text2" w:themeTint="99"/>
              </w:rPr>
              <w:t xml:space="preserve">Showcase at </w:t>
            </w:r>
          </w:p>
          <w:p w14:paraId="0835EB5B" w14:textId="77777777" w:rsidR="00372E41" w:rsidRDefault="00372E41">
            <w:pPr>
              <w:pStyle w:val="CalendarText"/>
              <w:rPr>
                <w:color w:val="548DD4" w:themeColor="text2" w:themeTint="99"/>
              </w:rPr>
            </w:pPr>
            <w:r w:rsidRPr="00372E41">
              <w:rPr>
                <w:color w:val="548DD4" w:themeColor="text2" w:themeTint="99"/>
              </w:rPr>
              <w:t>Rancho Mirage HS</w:t>
            </w:r>
          </w:p>
          <w:p w14:paraId="5DA2115D" w14:textId="1792B3DA" w:rsidR="0034158A" w:rsidRPr="0022579C" w:rsidRDefault="0034158A">
            <w:pPr>
              <w:pStyle w:val="CalendarText"/>
            </w:pPr>
            <w:r>
              <w:rPr>
                <w:color w:val="548DD4" w:themeColor="text2" w:themeTint="99"/>
              </w:rPr>
              <w:t>(TBA)</w:t>
            </w:r>
            <w:bookmarkStart w:id="0" w:name="_GoBack"/>
            <w:bookmarkEnd w:id="0"/>
          </w:p>
        </w:tc>
      </w:tr>
      <w:tr w:rsidR="009478C4" w:rsidRPr="0022579C" w14:paraId="558B07B8" w14:textId="77777777" w:rsidTr="00FC1067">
        <w:trPr>
          <w:cantSplit/>
          <w:trHeight w:hRule="exact" w:val="490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47936905" w14:textId="02C914DC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7D30CBD7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8" w:type="dxa"/>
            <w:tcBorders>
              <w:right w:val="single" w:sz="6" w:space="0" w:color="66BDD8"/>
            </w:tcBorders>
            <w:shd w:val="clear" w:color="auto" w:fill="E0F1F7"/>
            <w:tcMar>
              <w:left w:w="43" w:type="dxa"/>
              <w:right w:w="0" w:type="dxa"/>
            </w:tcMar>
            <w:vAlign w:val="center"/>
          </w:tcPr>
          <w:p w14:paraId="5408EDF1" w14:textId="77777777" w:rsidR="009478C4" w:rsidRPr="0022579C" w:rsidRDefault="009478C4">
            <w:pPr>
              <w:rPr>
                <w:b/>
              </w:rPr>
            </w:pP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759D13AF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26091850" w14:textId="77777777" w:rsidR="009478C4" w:rsidRPr="0022579C" w:rsidRDefault="009478C4"/>
        </w:tc>
        <w:tc>
          <w:tcPr>
            <w:tcW w:w="218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5F672BA" w14:textId="77777777" w:rsidR="009478C4" w:rsidRPr="0022579C" w:rsidRDefault="009478C4"/>
        </w:tc>
        <w:tc>
          <w:tcPr>
            <w:tcW w:w="1405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1A9C3638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75D8C45A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17F1B1E0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2E41978C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255FA00A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608B72BA" w14:textId="77777777" w:rsidR="009478C4" w:rsidRPr="0022579C" w:rsidRDefault="009478C4"/>
        </w:tc>
        <w:tc>
          <w:tcPr>
            <w:tcW w:w="1449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60BD3444" w14:textId="77777777" w:rsidR="009478C4" w:rsidRPr="0022579C" w:rsidRDefault="009478C4"/>
        </w:tc>
      </w:tr>
      <w:tr w:rsidR="009478C4" w:rsidRPr="0022579C" w14:paraId="36583E41" w14:textId="77777777" w:rsidTr="00FC1067">
        <w:trPr>
          <w:cantSplit/>
          <w:trHeight w:hRule="exact" w:val="130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51B3F0B7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7F267245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bottom w:val="single" w:sz="8" w:space="0" w:color="7F7F7F"/>
            </w:tcBorders>
            <w:shd w:val="clear" w:color="auto" w:fill="66BDD8"/>
          </w:tcPr>
          <w:p w14:paraId="00FAC073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2EB5A72A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</w:tcPr>
          <w:p w14:paraId="09DAB042" w14:textId="77777777" w:rsidR="009478C4" w:rsidRPr="0022579C" w:rsidRDefault="009478C4"/>
        </w:tc>
        <w:tc>
          <w:tcPr>
            <w:tcW w:w="218" w:type="dxa"/>
            <w:tcBorders>
              <w:bottom w:val="single" w:sz="8" w:space="0" w:color="7F7F7F"/>
            </w:tcBorders>
            <w:shd w:val="clear" w:color="auto" w:fill="66BDD8"/>
          </w:tcPr>
          <w:p w14:paraId="25A88339" w14:textId="77777777" w:rsidR="009478C4" w:rsidRPr="0022579C" w:rsidRDefault="009478C4"/>
        </w:tc>
        <w:tc>
          <w:tcPr>
            <w:tcW w:w="1405" w:type="dxa"/>
            <w:tcBorders>
              <w:bottom w:val="single" w:sz="8" w:space="0" w:color="7F7F7F"/>
            </w:tcBorders>
            <w:shd w:val="clear" w:color="auto" w:fill="66BDD8"/>
          </w:tcPr>
          <w:p w14:paraId="4CBED61E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50292C21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</w:tcPr>
          <w:p w14:paraId="568ECD72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3F6C77FD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</w:tcPr>
          <w:p w14:paraId="3F43FC21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2E2C41F3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</w:tcPr>
          <w:p w14:paraId="72EAD773" w14:textId="77777777" w:rsidR="009478C4" w:rsidRPr="0022579C" w:rsidRDefault="009478C4"/>
        </w:tc>
      </w:tr>
      <w:tr w:rsidR="009478C4" w:rsidRPr="0022579C" w14:paraId="51C5297B" w14:textId="77777777" w:rsidTr="00FC1067">
        <w:trPr>
          <w:cantSplit/>
          <w:trHeight w:hRule="exact" w:val="43"/>
        </w:trPr>
        <w:tc>
          <w:tcPr>
            <w:tcW w:w="497" w:type="dxa"/>
            <w:tcMar>
              <w:left w:w="0" w:type="dxa"/>
              <w:right w:w="115" w:type="dxa"/>
            </w:tcMar>
            <w:textDirection w:val="btLr"/>
            <w:vAlign w:val="center"/>
          </w:tcPr>
          <w:p w14:paraId="7259179B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  <w:textDirection w:val="btLr"/>
            <w:vAlign w:val="center"/>
          </w:tcPr>
          <w:p w14:paraId="5EEB86E6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top w:val="single" w:sz="8" w:space="0" w:color="7F7F7F"/>
              <w:bottom w:val="single" w:sz="4" w:space="0" w:color="7F7F7F"/>
            </w:tcBorders>
          </w:tcPr>
          <w:p w14:paraId="0CA30D7C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6648FF0C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196D679F" w14:textId="77777777" w:rsidR="009478C4" w:rsidRPr="0022579C" w:rsidRDefault="009478C4"/>
        </w:tc>
        <w:tc>
          <w:tcPr>
            <w:tcW w:w="218" w:type="dxa"/>
            <w:tcBorders>
              <w:top w:val="single" w:sz="8" w:space="0" w:color="7F7F7F"/>
              <w:bottom w:val="single" w:sz="4" w:space="0" w:color="7F7F7F"/>
            </w:tcBorders>
          </w:tcPr>
          <w:p w14:paraId="152D06B2" w14:textId="77777777" w:rsidR="009478C4" w:rsidRPr="0022579C" w:rsidRDefault="009478C4"/>
        </w:tc>
        <w:tc>
          <w:tcPr>
            <w:tcW w:w="1405" w:type="dxa"/>
            <w:tcBorders>
              <w:top w:val="single" w:sz="8" w:space="0" w:color="7F7F7F"/>
              <w:bottom w:val="single" w:sz="4" w:space="0" w:color="7F7F7F"/>
            </w:tcBorders>
          </w:tcPr>
          <w:p w14:paraId="7B669C86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2A8FB3EC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65F6264B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2F2808FA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2DED30B8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7F72CAC5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71D9F627" w14:textId="77777777" w:rsidR="009478C4" w:rsidRPr="0022579C" w:rsidRDefault="009478C4"/>
        </w:tc>
      </w:tr>
      <w:tr w:rsidR="009478C4" w:rsidRPr="0022579C" w14:paraId="6136A033" w14:textId="77777777" w:rsidTr="00FC1067">
        <w:trPr>
          <w:cantSplit/>
          <w:trHeight w:val="504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13D54281" w14:textId="77777777" w:rsidR="009478C4" w:rsidRPr="0022579C" w:rsidRDefault="009478C4"/>
        </w:tc>
        <w:tc>
          <w:tcPr>
            <w:tcW w:w="174" w:type="dxa"/>
            <w:tcBorders>
              <w:top w:val="single" w:sz="4" w:space="0" w:color="7F7F7F"/>
              <w:left w:val="single" w:sz="8" w:space="0" w:color="7F7F7F"/>
            </w:tcBorders>
            <w:textDirection w:val="btLr"/>
            <w:vAlign w:val="center"/>
          </w:tcPr>
          <w:p w14:paraId="77651B23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top w:val="single" w:sz="4" w:space="0" w:color="7F7F7F"/>
              <w:right w:val="single" w:sz="6" w:space="0" w:color="66BDD8"/>
            </w:tcBorders>
          </w:tcPr>
          <w:p w14:paraId="7CCF0A78" w14:textId="77777777" w:rsidR="009478C4" w:rsidRPr="0022579C" w:rsidRDefault="00891346">
            <w:pPr>
              <w:pStyle w:val="Date"/>
            </w:pPr>
            <w:r>
              <w:t>17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2DD18811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6" w:space="0" w:color="66BDD8"/>
            </w:tcBorders>
          </w:tcPr>
          <w:p w14:paraId="5A5DD25C" w14:textId="77777777" w:rsidR="009478C4" w:rsidRPr="0022579C" w:rsidRDefault="00891346">
            <w:pPr>
              <w:pStyle w:val="Date"/>
            </w:pPr>
            <w:r>
              <w:t>18</w:t>
            </w:r>
          </w:p>
        </w:tc>
        <w:tc>
          <w:tcPr>
            <w:tcW w:w="218" w:type="dxa"/>
            <w:tcBorders>
              <w:top w:val="single" w:sz="4" w:space="0" w:color="7F7F7F"/>
              <w:left w:val="single" w:sz="6" w:space="0" w:color="66BDD8"/>
            </w:tcBorders>
          </w:tcPr>
          <w:p w14:paraId="5C5BF99F" w14:textId="77777777" w:rsidR="009478C4" w:rsidRPr="0022579C" w:rsidRDefault="009478C4"/>
        </w:tc>
        <w:tc>
          <w:tcPr>
            <w:tcW w:w="1405" w:type="dxa"/>
            <w:tcBorders>
              <w:top w:val="single" w:sz="4" w:space="0" w:color="7F7F7F"/>
              <w:right w:val="single" w:sz="6" w:space="0" w:color="66BDD8"/>
            </w:tcBorders>
          </w:tcPr>
          <w:p w14:paraId="4F843FAC" w14:textId="77777777" w:rsidR="009478C4" w:rsidRPr="0022579C" w:rsidRDefault="00891346">
            <w:pPr>
              <w:pStyle w:val="Date"/>
            </w:pPr>
            <w:r>
              <w:t>19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1F8B8D71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6" w:space="0" w:color="66BDD8"/>
            </w:tcBorders>
          </w:tcPr>
          <w:p w14:paraId="47BDE75D" w14:textId="77777777" w:rsidR="009478C4" w:rsidRPr="0022579C" w:rsidRDefault="00891346">
            <w:pPr>
              <w:pStyle w:val="Date"/>
            </w:pPr>
            <w:r>
              <w:t>20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5B61C748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6" w:space="0" w:color="66BDD8"/>
            </w:tcBorders>
          </w:tcPr>
          <w:p w14:paraId="5126EF98" w14:textId="77777777" w:rsidR="009478C4" w:rsidRPr="0022579C" w:rsidRDefault="00891346">
            <w:pPr>
              <w:pStyle w:val="Date"/>
            </w:pPr>
            <w:r>
              <w:t>21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5DC27D46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8" w:space="0" w:color="7F7F7F"/>
            </w:tcBorders>
          </w:tcPr>
          <w:p w14:paraId="094CC538" w14:textId="77777777" w:rsidR="009478C4" w:rsidRPr="0022579C" w:rsidRDefault="00891346" w:rsidP="00891346">
            <w:pPr>
              <w:pStyle w:val="Date"/>
            </w:pPr>
            <w:r>
              <w:t>22</w:t>
            </w:r>
            <w:r w:rsidR="009478C4" w:rsidRPr="0022579C">
              <w:t>/</w:t>
            </w:r>
            <w:r>
              <w:t>23</w:t>
            </w:r>
          </w:p>
        </w:tc>
      </w:tr>
      <w:tr w:rsidR="009478C4" w:rsidRPr="0022579C" w14:paraId="3676A050" w14:textId="77777777" w:rsidTr="00FC1067">
        <w:trPr>
          <w:cantSplit/>
          <w:trHeight w:val="893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07ACC0D6" w14:textId="77777777" w:rsidR="009478C4" w:rsidRPr="0022579C" w:rsidRDefault="009478C4" w:rsidP="0022579C">
            <w:pPr>
              <w:pStyle w:val="Line"/>
            </w:pPr>
            <w:r w:rsidRPr="0022579C">
              <w:t>4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096E9256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right w:val="single" w:sz="6" w:space="0" w:color="66BDD8"/>
            </w:tcBorders>
          </w:tcPr>
          <w:p w14:paraId="7372BECF" w14:textId="77777777" w:rsidR="009478C4" w:rsidRDefault="004C139D" w:rsidP="00445BE1">
            <w:pPr>
              <w:pStyle w:val="CalendarText"/>
            </w:pPr>
            <w:r>
              <w:t>Team Practice</w:t>
            </w:r>
          </w:p>
          <w:p w14:paraId="71F09061" w14:textId="1D5B2104" w:rsidR="004C139D" w:rsidRPr="0022579C" w:rsidRDefault="004C139D" w:rsidP="00445BE1">
            <w:pPr>
              <w:pStyle w:val="CalendarText"/>
            </w:pPr>
            <w:r>
              <w:t>3:30-5:30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34DFE0B6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0BBC692E" w14:textId="77777777" w:rsidR="009478C4" w:rsidRPr="0022579C" w:rsidRDefault="009478C4">
            <w:pPr>
              <w:pStyle w:val="CalendarText"/>
            </w:pPr>
          </w:p>
        </w:tc>
        <w:tc>
          <w:tcPr>
            <w:tcW w:w="218" w:type="dxa"/>
            <w:tcBorders>
              <w:left w:val="single" w:sz="6" w:space="0" w:color="66BDD8"/>
            </w:tcBorders>
          </w:tcPr>
          <w:p w14:paraId="561BD2FD" w14:textId="77777777" w:rsidR="009478C4" w:rsidRPr="0022579C" w:rsidRDefault="009478C4">
            <w:pPr>
              <w:pStyle w:val="CalendarText"/>
            </w:pPr>
          </w:p>
        </w:tc>
        <w:tc>
          <w:tcPr>
            <w:tcW w:w="1405" w:type="dxa"/>
            <w:tcBorders>
              <w:right w:val="single" w:sz="6" w:space="0" w:color="66BDD8"/>
            </w:tcBorders>
          </w:tcPr>
          <w:p w14:paraId="047A267B" w14:textId="77777777" w:rsidR="009478C4" w:rsidRPr="0022579C" w:rsidRDefault="009478C4" w:rsidP="003709FE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5D22E5BE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1ED4988C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5CECE343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06D76838" w14:textId="77777777" w:rsidR="009478C4" w:rsidRDefault="00180299">
            <w:pPr>
              <w:pStyle w:val="CalendarText"/>
            </w:pPr>
            <w:r>
              <w:t>CIF Quarter Finals</w:t>
            </w:r>
          </w:p>
          <w:p w14:paraId="10C5EEE2" w14:textId="77777777" w:rsidR="00180299" w:rsidRDefault="00180299">
            <w:pPr>
              <w:pStyle w:val="CalendarText"/>
            </w:pPr>
            <w:r>
              <w:t>TBA</w:t>
            </w:r>
          </w:p>
          <w:p w14:paraId="146A12F8" w14:textId="77777777" w:rsidR="00180299" w:rsidRPr="0022579C" w:rsidRDefault="00180299">
            <w:pPr>
              <w:pStyle w:val="CalendarText"/>
            </w:pPr>
            <w:r>
              <w:t>7:00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446676C8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8" w:space="0" w:color="7F7F7F"/>
            </w:tcBorders>
          </w:tcPr>
          <w:p w14:paraId="29E7A376" w14:textId="77777777" w:rsidR="009478C4" w:rsidRPr="0022579C" w:rsidRDefault="009478C4">
            <w:pPr>
              <w:pStyle w:val="CalendarText"/>
            </w:pPr>
          </w:p>
        </w:tc>
      </w:tr>
      <w:tr w:rsidR="009478C4" w:rsidRPr="0022579C" w14:paraId="66939E7F" w14:textId="77777777" w:rsidTr="00FC1067">
        <w:trPr>
          <w:cantSplit/>
          <w:trHeight w:hRule="exact" w:val="414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7FF0EA9C" w14:textId="140EF85F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586562CC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8" w:type="dxa"/>
            <w:tcBorders>
              <w:right w:val="single" w:sz="6" w:space="0" w:color="66BDD8"/>
            </w:tcBorders>
            <w:shd w:val="clear" w:color="auto" w:fill="E0F1F7"/>
            <w:tcMar>
              <w:left w:w="72" w:type="dxa"/>
              <w:right w:w="0" w:type="dxa"/>
            </w:tcMar>
            <w:vAlign w:val="center"/>
          </w:tcPr>
          <w:p w14:paraId="3B9D3078" w14:textId="77777777" w:rsidR="009478C4" w:rsidRDefault="00636B47">
            <w:r>
              <w:t>Tie-Dye tee</w:t>
            </w:r>
          </w:p>
          <w:p w14:paraId="448C1D53" w14:textId="328A735A" w:rsidR="00636B47" w:rsidRPr="0022579C" w:rsidRDefault="00636B47">
            <w:r>
              <w:t>Opposite shorts</w:t>
            </w:r>
          </w:p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E4DE499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1D47AD8E" w14:textId="77777777" w:rsidR="009478C4" w:rsidRPr="0022579C" w:rsidRDefault="009478C4"/>
        </w:tc>
        <w:tc>
          <w:tcPr>
            <w:tcW w:w="218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61D9F09C" w14:textId="77777777" w:rsidR="009478C4" w:rsidRPr="0022579C" w:rsidRDefault="009478C4"/>
        </w:tc>
        <w:tc>
          <w:tcPr>
            <w:tcW w:w="1405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00F06A37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222775C8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5EDE3D2B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0EDD72DA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608BD748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6FCEC6EF" w14:textId="77777777" w:rsidR="009478C4" w:rsidRPr="0022579C" w:rsidRDefault="009478C4"/>
        </w:tc>
        <w:tc>
          <w:tcPr>
            <w:tcW w:w="1449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6AB2C099" w14:textId="77777777" w:rsidR="009478C4" w:rsidRPr="0022579C" w:rsidRDefault="009478C4"/>
        </w:tc>
      </w:tr>
      <w:tr w:rsidR="009478C4" w:rsidRPr="0022579C" w14:paraId="706BE9DF" w14:textId="77777777" w:rsidTr="00FC1067">
        <w:trPr>
          <w:cantSplit/>
          <w:trHeight w:hRule="exact" w:val="130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48346413" w14:textId="18593D1E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1CF002FF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bottom w:val="single" w:sz="8" w:space="0" w:color="7F7F7F"/>
            </w:tcBorders>
            <w:shd w:val="clear" w:color="auto" w:fill="66BDD8"/>
          </w:tcPr>
          <w:p w14:paraId="3EAFBF29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77456F84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</w:tcPr>
          <w:p w14:paraId="3DD4232C" w14:textId="77777777" w:rsidR="009478C4" w:rsidRPr="0022579C" w:rsidRDefault="009478C4"/>
        </w:tc>
        <w:tc>
          <w:tcPr>
            <w:tcW w:w="218" w:type="dxa"/>
            <w:tcBorders>
              <w:bottom w:val="single" w:sz="8" w:space="0" w:color="7F7F7F"/>
            </w:tcBorders>
            <w:shd w:val="clear" w:color="auto" w:fill="66BDD8"/>
          </w:tcPr>
          <w:p w14:paraId="0E563185" w14:textId="77777777" w:rsidR="009478C4" w:rsidRPr="0022579C" w:rsidRDefault="009478C4"/>
        </w:tc>
        <w:tc>
          <w:tcPr>
            <w:tcW w:w="1405" w:type="dxa"/>
            <w:tcBorders>
              <w:bottom w:val="single" w:sz="8" w:space="0" w:color="7F7F7F"/>
            </w:tcBorders>
            <w:shd w:val="clear" w:color="auto" w:fill="66BDD8"/>
          </w:tcPr>
          <w:p w14:paraId="1BB66953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3FF35CDC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</w:tcPr>
          <w:p w14:paraId="763E373D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4BDA1EC3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</w:tcPr>
          <w:p w14:paraId="09DB0592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327166A4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</w:tcPr>
          <w:p w14:paraId="437B68AF" w14:textId="77777777" w:rsidR="009478C4" w:rsidRPr="0022579C" w:rsidRDefault="009478C4"/>
        </w:tc>
      </w:tr>
      <w:tr w:rsidR="009478C4" w:rsidRPr="0022579C" w14:paraId="0BBC90FD" w14:textId="77777777" w:rsidTr="00FC1067">
        <w:trPr>
          <w:cantSplit/>
          <w:trHeight w:hRule="exact" w:val="43"/>
        </w:trPr>
        <w:tc>
          <w:tcPr>
            <w:tcW w:w="497" w:type="dxa"/>
            <w:tcMar>
              <w:left w:w="0" w:type="dxa"/>
              <w:right w:w="115" w:type="dxa"/>
            </w:tcMar>
            <w:textDirection w:val="btLr"/>
            <w:vAlign w:val="center"/>
          </w:tcPr>
          <w:p w14:paraId="76F80A37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  <w:textDirection w:val="btLr"/>
            <w:vAlign w:val="center"/>
          </w:tcPr>
          <w:p w14:paraId="24ACEA13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top w:val="single" w:sz="8" w:space="0" w:color="7F7F7F"/>
              <w:bottom w:val="single" w:sz="4" w:space="0" w:color="7F7F7F"/>
            </w:tcBorders>
          </w:tcPr>
          <w:p w14:paraId="189CABC1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4D75BE37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390F192D" w14:textId="77777777" w:rsidR="009478C4" w:rsidRPr="0022579C" w:rsidRDefault="009478C4"/>
        </w:tc>
        <w:tc>
          <w:tcPr>
            <w:tcW w:w="218" w:type="dxa"/>
            <w:tcBorders>
              <w:top w:val="single" w:sz="8" w:space="0" w:color="7F7F7F"/>
              <w:bottom w:val="single" w:sz="4" w:space="0" w:color="7F7F7F"/>
            </w:tcBorders>
          </w:tcPr>
          <w:p w14:paraId="13459AFB" w14:textId="77777777" w:rsidR="009478C4" w:rsidRPr="0022579C" w:rsidRDefault="009478C4"/>
        </w:tc>
        <w:tc>
          <w:tcPr>
            <w:tcW w:w="1405" w:type="dxa"/>
            <w:tcBorders>
              <w:top w:val="single" w:sz="8" w:space="0" w:color="7F7F7F"/>
              <w:bottom w:val="single" w:sz="4" w:space="0" w:color="7F7F7F"/>
            </w:tcBorders>
          </w:tcPr>
          <w:p w14:paraId="70575B88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625F7421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02F6FC6B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583E53F6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6A27DBF5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162E43D0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07EC3511" w14:textId="77777777" w:rsidR="009478C4" w:rsidRPr="0022579C" w:rsidRDefault="009478C4"/>
        </w:tc>
      </w:tr>
      <w:tr w:rsidR="009478C4" w:rsidRPr="0022579C" w14:paraId="631EFE38" w14:textId="77777777" w:rsidTr="00FC1067">
        <w:trPr>
          <w:cantSplit/>
          <w:trHeight w:val="504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5C12FC25" w14:textId="77777777" w:rsidR="009478C4" w:rsidRPr="0022579C" w:rsidRDefault="009478C4"/>
        </w:tc>
        <w:tc>
          <w:tcPr>
            <w:tcW w:w="174" w:type="dxa"/>
            <w:tcBorders>
              <w:top w:val="single" w:sz="4" w:space="0" w:color="7F7F7F"/>
              <w:left w:val="single" w:sz="8" w:space="0" w:color="7F7F7F"/>
            </w:tcBorders>
            <w:textDirection w:val="btLr"/>
            <w:vAlign w:val="center"/>
          </w:tcPr>
          <w:p w14:paraId="5F600728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top w:val="single" w:sz="4" w:space="0" w:color="7F7F7F"/>
              <w:right w:val="single" w:sz="6" w:space="0" w:color="66BDD8"/>
            </w:tcBorders>
          </w:tcPr>
          <w:p w14:paraId="01FF8312" w14:textId="77777777" w:rsidR="009478C4" w:rsidRPr="0022579C" w:rsidRDefault="00891346">
            <w:pPr>
              <w:pStyle w:val="Date"/>
            </w:pPr>
            <w:r>
              <w:t>24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4253EE7B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6" w:space="0" w:color="66BDD8"/>
            </w:tcBorders>
          </w:tcPr>
          <w:p w14:paraId="28F0AD38" w14:textId="77777777" w:rsidR="009478C4" w:rsidRPr="0022579C" w:rsidRDefault="00891346">
            <w:pPr>
              <w:pStyle w:val="Date"/>
            </w:pPr>
            <w:r>
              <w:t>25</w:t>
            </w:r>
          </w:p>
        </w:tc>
        <w:tc>
          <w:tcPr>
            <w:tcW w:w="218" w:type="dxa"/>
            <w:tcBorders>
              <w:top w:val="single" w:sz="4" w:space="0" w:color="7F7F7F"/>
              <w:left w:val="single" w:sz="6" w:space="0" w:color="66BDD8"/>
            </w:tcBorders>
          </w:tcPr>
          <w:p w14:paraId="3432013B" w14:textId="77777777" w:rsidR="009478C4" w:rsidRPr="0022579C" w:rsidRDefault="009478C4"/>
        </w:tc>
        <w:tc>
          <w:tcPr>
            <w:tcW w:w="1405" w:type="dxa"/>
            <w:tcBorders>
              <w:top w:val="single" w:sz="4" w:space="0" w:color="7F7F7F"/>
              <w:right w:val="single" w:sz="6" w:space="0" w:color="66BDD8"/>
            </w:tcBorders>
          </w:tcPr>
          <w:p w14:paraId="7D65FDA3" w14:textId="77777777" w:rsidR="009478C4" w:rsidRPr="0022579C" w:rsidRDefault="00891346">
            <w:pPr>
              <w:pStyle w:val="Date"/>
            </w:pPr>
            <w:r>
              <w:t>26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4CC041D0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6" w:space="0" w:color="66BDD8"/>
            </w:tcBorders>
          </w:tcPr>
          <w:p w14:paraId="06A99C1D" w14:textId="77777777" w:rsidR="009478C4" w:rsidRPr="0022579C" w:rsidRDefault="00891346">
            <w:pPr>
              <w:pStyle w:val="Date"/>
            </w:pPr>
            <w:r>
              <w:t>27</w:t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33D6A5F4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6" w:space="0" w:color="66BDD8"/>
            </w:tcBorders>
          </w:tcPr>
          <w:p w14:paraId="4CA95BEE" w14:textId="77777777" w:rsidR="009478C4" w:rsidRPr="0022579C" w:rsidRDefault="00891346">
            <w:pPr>
              <w:pStyle w:val="Date"/>
            </w:pPr>
            <w:r>
              <w:t>28</w:t>
            </w:r>
            <w:r w:rsidR="001960CD" w:rsidRPr="0022579C">
              <w:fldChar w:fldCharType="begin"/>
            </w:r>
            <w:r w:rsidR="009478C4" w:rsidRPr="0022579C">
              <w:instrText xml:space="preserve">IF </w:instrText>
            </w:r>
            <w:r w:rsidR="0011314B">
              <w:fldChar w:fldCharType="begin"/>
            </w:r>
            <w:r w:rsidR="0011314B">
              <w:instrText xml:space="preserve"> =I21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129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= 0,"" </w:instrText>
            </w:r>
            <w:r w:rsidR="001960CD" w:rsidRPr="0022579C">
              <w:fldChar w:fldCharType="begin"/>
            </w:r>
            <w:r w:rsidR="009478C4" w:rsidRPr="0022579C">
              <w:instrText xml:space="preserve"> IF </w:instrText>
            </w:r>
            <w:r w:rsidR="0011314B">
              <w:fldChar w:fldCharType="begin"/>
            </w:r>
            <w:r w:rsidR="0011314B">
              <w:instrText xml:space="preserve"> =I21 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129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 &lt; </w:instrText>
            </w:r>
            <w:r w:rsidR="0011314B">
              <w:fldChar w:fldCharType="begin"/>
            </w:r>
            <w:r w:rsidR="0011314B">
              <w:instrText xml:space="preserve"> DocVariable MonthEnd \@ d </w:instrText>
            </w:r>
            <w:r w:rsidR="0011314B">
              <w:fldChar w:fldCharType="separate"/>
            </w:r>
            <w:r w:rsidR="009478C4" w:rsidRPr="0022579C">
              <w:instrText>31</w:instrText>
            </w:r>
            <w:r w:rsidR="0011314B">
              <w:fldChar w:fldCharType="end"/>
            </w:r>
            <w:r w:rsidR="009478C4" w:rsidRPr="0022579C">
              <w:instrText xml:space="preserve">  </w:instrText>
            </w:r>
            <w:r w:rsidR="0011314B">
              <w:fldChar w:fldCharType="begin"/>
            </w:r>
            <w:r w:rsidR="0011314B">
              <w:instrText xml:space="preserve"> =I21+1 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28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="001960CD" w:rsidRPr="0022579C">
              <w:fldChar w:fldCharType="end"/>
            </w:r>
            <w:r w:rsidR="001960CD" w:rsidRPr="0022579C">
              <w:fldChar w:fldCharType="end"/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18388E95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8" w:space="0" w:color="7F7F7F"/>
            </w:tcBorders>
          </w:tcPr>
          <w:p w14:paraId="4CC2AACB" w14:textId="77777777" w:rsidR="009478C4" w:rsidRPr="0022579C" w:rsidRDefault="001960CD" w:rsidP="00891346">
            <w:pPr>
              <w:pStyle w:val="Date"/>
              <w:jc w:val="both"/>
            </w:pPr>
            <w:r w:rsidRPr="0022579C">
              <w:fldChar w:fldCharType="begin"/>
            </w:r>
            <w:r w:rsidR="009478C4" w:rsidRPr="0022579C">
              <w:instrText xml:space="preserve">IF </w:instrText>
            </w:r>
            <w:r w:rsidR="0011314B">
              <w:fldChar w:fldCharType="begin"/>
            </w:r>
            <w:r w:rsidR="0011314B">
              <w:instrText xml:space="preserve"> =K21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= 0,""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11314B">
              <w:fldChar w:fldCharType="begin"/>
            </w:r>
            <w:r w:rsidR="0011314B">
              <w:instrText xml:space="preserve"> =K21 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28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 &lt; </w:instrText>
            </w:r>
            <w:r w:rsidR="0011314B">
              <w:fldChar w:fldCharType="begin"/>
            </w:r>
            <w:r w:rsidR="0011314B">
              <w:instrText xml:space="preserve"> DocVariable MonthEnd \@ d </w:instrText>
            </w:r>
            <w:r w:rsidR="0011314B">
              <w:fldChar w:fldCharType="separate"/>
            </w:r>
            <w:r w:rsidR="009478C4" w:rsidRPr="0022579C">
              <w:instrText>30</w:instrText>
            </w:r>
            <w:r w:rsidR="0011314B">
              <w:fldChar w:fldCharType="end"/>
            </w:r>
            <w:r w:rsidR="009478C4" w:rsidRPr="0022579C">
              <w:instrText xml:space="preserve">  </w:instrText>
            </w:r>
            <w:r w:rsidR="0011314B">
              <w:fldChar w:fldCharType="begin"/>
            </w:r>
            <w:r w:rsidR="0011314B">
              <w:instrText xml:space="preserve"> =K21+1 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29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separate"/>
            </w:r>
            <w:r w:rsidR="009478C4" w:rsidRPr="0022579C">
              <w:rPr>
                <w:noProof/>
              </w:rPr>
              <w:instrText>29</w:instrText>
            </w:r>
            <w:r w:rsidRPr="0022579C">
              <w:fldChar w:fldCharType="end"/>
            </w:r>
            <w:r w:rsidRPr="0022579C">
              <w:fldChar w:fldCharType="end"/>
            </w:r>
            <w:r w:rsidR="00891346">
              <w:rPr>
                <w:rStyle w:val="SlashEnd"/>
              </w:rPr>
              <w:t>22929/30</w:t>
            </w:r>
            <w:r w:rsidRPr="0022579C">
              <w:fldChar w:fldCharType="begin"/>
            </w:r>
            <w:r w:rsidR="009478C4" w:rsidRPr="0022579C">
              <w:instrText xml:space="preserve">IF </w:instrText>
            </w:r>
            <w:r w:rsidR="0011314B">
              <w:fldChar w:fldCharType="begin"/>
            </w:r>
            <w:r w:rsidR="0011314B">
              <w:instrText xml:space="preserve"> =K21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= 0,""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11314B">
              <w:fldChar w:fldCharType="begin"/>
            </w:r>
            <w:r w:rsidR="0011314B">
              <w:instrText xml:space="preserve"> =K21 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28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 &lt; </w:instrText>
            </w:r>
            <w:r w:rsidR="0011314B">
              <w:fldChar w:fldCharType="begin"/>
            </w:r>
            <w:r w:rsidR="0011314B">
              <w:instrText xml:space="preserve"> DocVariable MonthEndLessOne \@ d </w:instrText>
            </w:r>
            <w:r w:rsidR="0011314B">
              <w:fldChar w:fldCharType="separate"/>
            </w:r>
            <w:r w:rsidR="009478C4" w:rsidRPr="0022579C">
              <w:instrText>29</w:instrText>
            </w:r>
            <w:r w:rsidR="0011314B">
              <w:fldChar w:fldCharType="end"/>
            </w:r>
            <w:r w:rsidR="009478C4" w:rsidRPr="0022579C">
              <w:instrText xml:space="preserve">  </w:instrText>
            </w:r>
            <w:r w:rsidR="0011314B">
              <w:fldChar w:fldCharType="begin"/>
            </w:r>
            <w:r w:rsidR="0011314B">
              <w:instrText xml:space="preserve"> =K21+2 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30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separate"/>
            </w:r>
            <w:r w:rsidR="009478C4" w:rsidRPr="0022579C">
              <w:rPr>
                <w:noProof/>
              </w:rPr>
              <w:instrText>30</w:instrText>
            </w:r>
            <w:r w:rsidRPr="0022579C">
              <w:fldChar w:fldCharType="end"/>
            </w:r>
            <w:r w:rsidRPr="0022579C">
              <w:fldChar w:fldCharType="end"/>
            </w:r>
          </w:p>
        </w:tc>
      </w:tr>
      <w:tr w:rsidR="009478C4" w:rsidRPr="0022579C" w14:paraId="06D5D010" w14:textId="77777777" w:rsidTr="00FC1067">
        <w:trPr>
          <w:cantSplit/>
          <w:trHeight w:val="918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370B8755" w14:textId="77777777" w:rsidR="009478C4" w:rsidRPr="0022579C" w:rsidRDefault="009478C4" w:rsidP="0022579C">
            <w:pPr>
              <w:pStyle w:val="Line"/>
            </w:pPr>
            <w:r w:rsidRPr="0022579C">
              <w:t>5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50538B50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right w:val="single" w:sz="6" w:space="0" w:color="66BDD8"/>
            </w:tcBorders>
          </w:tcPr>
          <w:p w14:paraId="19EDB109" w14:textId="4C0E5B63" w:rsidR="009478C4" w:rsidRPr="0022579C" w:rsidRDefault="004C139D" w:rsidP="00445BE1">
            <w:pPr>
              <w:pStyle w:val="CalendarText"/>
              <w:rPr>
                <w:b/>
              </w:rPr>
            </w:pPr>
            <w:r>
              <w:rPr>
                <w:b/>
              </w:rPr>
              <w:t>No school&gt;&gt;&gt;&gt;&gt;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4EAD7791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6FD0D296" w14:textId="5DD4C300" w:rsidR="009478C4" w:rsidRPr="0022579C" w:rsidRDefault="004C139D">
            <w:pPr>
              <w:pStyle w:val="CalendarText"/>
              <w:rPr>
                <w:b/>
              </w:rPr>
            </w:pPr>
            <w:r>
              <w:rPr>
                <w:b/>
              </w:rPr>
              <w:t>No school&gt;&gt;&gt;&gt;&gt;</w:t>
            </w:r>
          </w:p>
        </w:tc>
        <w:tc>
          <w:tcPr>
            <w:tcW w:w="218" w:type="dxa"/>
            <w:tcBorders>
              <w:left w:val="single" w:sz="6" w:space="0" w:color="66BDD8"/>
            </w:tcBorders>
          </w:tcPr>
          <w:p w14:paraId="392BA753" w14:textId="13D59C7F" w:rsidR="009478C4" w:rsidRPr="0022579C" w:rsidRDefault="009478C4" w:rsidP="004C139D">
            <w:pPr>
              <w:pStyle w:val="CalendarText"/>
              <w:jc w:val="both"/>
              <w:rPr>
                <w:b/>
              </w:rPr>
            </w:pPr>
          </w:p>
        </w:tc>
        <w:tc>
          <w:tcPr>
            <w:tcW w:w="1405" w:type="dxa"/>
            <w:tcBorders>
              <w:right w:val="single" w:sz="6" w:space="0" w:color="66BDD8"/>
            </w:tcBorders>
          </w:tcPr>
          <w:p w14:paraId="5ABEE51B" w14:textId="04E170FC" w:rsidR="009478C4" w:rsidRPr="0022579C" w:rsidRDefault="004C139D">
            <w:pPr>
              <w:pStyle w:val="CalendarText"/>
              <w:rPr>
                <w:b/>
              </w:rPr>
            </w:pPr>
            <w:r>
              <w:rPr>
                <w:b/>
              </w:rPr>
              <w:t>No school&gt;&gt;&gt;&gt;&gt;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868215C" w14:textId="77777777" w:rsidR="009478C4" w:rsidRPr="0022579C" w:rsidRDefault="009478C4">
            <w:pPr>
              <w:pStyle w:val="CalendarText"/>
              <w:rPr>
                <w:b/>
              </w:rPr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7DD4BD7B" w14:textId="57B8138A" w:rsidR="009478C4" w:rsidRPr="0022579C" w:rsidRDefault="004C139D">
            <w:pPr>
              <w:pStyle w:val="CalendarText"/>
              <w:rPr>
                <w:b/>
              </w:rPr>
            </w:pPr>
            <w:r>
              <w:rPr>
                <w:b/>
              </w:rPr>
              <w:t>No school&gt;&gt;&gt;&gt;&gt;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5760993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4BD2847A" w14:textId="66311303" w:rsidR="004C139D" w:rsidRPr="004C139D" w:rsidRDefault="004C139D">
            <w:pPr>
              <w:pStyle w:val="CalendarText"/>
              <w:rPr>
                <w:b/>
              </w:rPr>
            </w:pPr>
            <w:r w:rsidRPr="004C139D">
              <w:rPr>
                <w:b/>
              </w:rPr>
              <w:t>No school&gt;&gt;&gt;&gt;&gt;</w:t>
            </w:r>
          </w:p>
          <w:p w14:paraId="7C5A29D6" w14:textId="77777777" w:rsidR="00180299" w:rsidRDefault="00180299">
            <w:pPr>
              <w:pStyle w:val="CalendarText"/>
            </w:pPr>
            <w:r>
              <w:t>CIF Semi-Finals</w:t>
            </w:r>
          </w:p>
          <w:p w14:paraId="7D0EA405" w14:textId="77777777" w:rsidR="00CC7F34" w:rsidRDefault="00180299">
            <w:pPr>
              <w:pStyle w:val="CalendarText"/>
            </w:pPr>
            <w:r>
              <w:t>TBA</w:t>
            </w:r>
            <w:r w:rsidR="00CC7F34">
              <w:t xml:space="preserve">  </w:t>
            </w:r>
          </w:p>
          <w:p w14:paraId="724E3474" w14:textId="35B74A6E" w:rsidR="00180299" w:rsidRPr="0022579C" w:rsidRDefault="00CC7F34">
            <w:pPr>
              <w:pStyle w:val="CalendarText"/>
            </w:pPr>
            <w:r>
              <w:t>7:00</w:t>
            </w: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3D3F3449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8" w:space="0" w:color="7F7F7F"/>
            </w:tcBorders>
          </w:tcPr>
          <w:p w14:paraId="3CC5AEF5" w14:textId="77777777" w:rsidR="009478C4" w:rsidRPr="0022579C" w:rsidRDefault="009478C4">
            <w:pPr>
              <w:pStyle w:val="CalendarText"/>
            </w:pPr>
          </w:p>
        </w:tc>
      </w:tr>
      <w:tr w:rsidR="009478C4" w:rsidRPr="0022579C" w14:paraId="54E4ADBF" w14:textId="77777777" w:rsidTr="00FC1067">
        <w:trPr>
          <w:cantSplit/>
          <w:trHeight w:hRule="exact" w:val="378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539BAE3C" w14:textId="77777777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16780506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8" w:type="dxa"/>
            <w:tcBorders>
              <w:right w:val="single" w:sz="6" w:space="0" w:color="66BDD8"/>
            </w:tcBorders>
            <w:shd w:val="clear" w:color="auto" w:fill="E0F1F7"/>
            <w:tcMar>
              <w:left w:w="72" w:type="dxa"/>
              <w:right w:w="0" w:type="dxa"/>
            </w:tcMar>
            <w:vAlign w:val="center"/>
          </w:tcPr>
          <w:p w14:paraId="156566C3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6E24076D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773DD076" w14:textId="77777777" w:rsidR="009478C4" w:rsidRPr="0022579C" w:rsidRDefault="009478C4"/>
        </w:tc>
        <w:tc>
          <w:tcPr>
            <w:tcW w:w="218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1973466A" w14:textId="77777777" w:rsidR="009478C4" w:rsidRPr="0022579C" w:rsidRDefault="009478C4"/>
        </w:tc>
        <w:tc>
          <w:tcPr>
            <w:tcW w:w="1405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76611A9C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0646C52B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6406A4B6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6DE9CCC1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3D6104DF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E04A31F" w14:textId="77777777" w:rsidR="009478C4" w:rsidRPr="0022579C" w:rsidRDefault="009478C4"/>
        </w:tc>
        <w:tc>
          <w:tcPr>
            <w:tcW w:w="1449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22F2BA60" w14:textId="77777777" w:rsidR="009478C4" w:rsidRPr="0022579C" w:rsidRDefault="009478C4"/>
        </w:tc>
      </w:tr>
      <w:tr w:rsidR="009478C4" w:rsidRPr="0022579C" w14:paraId="2EF9021A" w14:textId="77777777" w:rsidTr="00FC1067">
        <w:trPr>
          <w:cantSplit/>
          <w:trHeight w:hRule="exact" w:val="81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63EA4D0E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2E9AF5AB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bottom w:val="single" w:sz="8" w:space="0" w:color="7F7F7F"/>
            </w:tcBorders>
            <w:shd w:val="clear" w:color="auto" w:fill="66BDD8"/>
          </w:tcPr>
          <w:p w14:paraId="09CF63F6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743A88BD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</w:tcPr>
          <w:p w14:paraId="049CB998" w14:textId="77777777" w:rsidR="009478C4" w:rsidRPr="0022579C" w:rsidRDefault="009478C4"/>
        </w:tc>
        <w:tc>
          <w:tcPr>
            <w:tcW w:w="218" w:type="dxa"/>
            <w:tcBorders>
              <w:bottom w:val="single" w:sz="8" w:space="0" w:color="7F7F7F"/>
            </w:tcBorders>
            <w:shd w:val="clear" w:color="auto" w:fill="66BDD8"/>
          </w:tcPr>
          <w:p w14:paraId="0B88A44F" w14:textId="77777777" w:rsidR="009478C4" w:rsidRPr="0022579C" w:rsidRDefault="009478C4"/>
        </w:tc>
        <w:tc>
          <w:tcPr>
            <w:tcW w:w="1405" w:type="dxa"/>
            <w:tcBorders>
              <w:bottom w:val="single" w:sz="8" w:space="0" w:color="7F7F7F"/>
            </w:tcBorders>
            <w:shd w:val="clear" w:color="auto" w:fill="66BDD8"/>
          </w:tcPr>
          <w:p w14:paraId="141424FF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63DC0A40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</w:tcPr>
          <w:p w14:paraId="0B821B42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195C7CEF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</w:tcPr>
          <w:p w14:paraId="0C319B05" w14:textId="77777777" w:rsidR="009478C4" w:rsidRPr="0022579C" w:rsidRDefault="009478C4"/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</w:tcPr>
          <w:p w14:paraId="6614B926" w14:textId="77777777" w:rsidR="009478C4" w:rsidRPr="0022579C" w:rsidRDefault="009478C4"/>
        </w:tc>
        <w:tc>
          <w:tcPr>
            <w:tcW w:w="1449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</w:tcPr>
          <w:p w14:paraId="440FD8B2" w14:textId="77777777" w:rsidR="009478C4" w:rsidRPr="0022579C" w:rsidRDefault="009478C4"/>
        </w:tc>
      </w:tr>
      <w:tr w:rsidR="009478C4" w:rsidRPr="0022579C" w14:paraId="44EA5430" w14:textId="77777777" w:rsidTr="00FC1067">
        <w:trPr>
          <w:cantSplit/>
          <w:trHeight w:hRule="exact" w:val="43"/>
        </w:trPr>
        <w:tc>
          <w:tcPr>
            <w:tcW w:w="497" w:type="dxa"/>
            <w:tcMar>
              <w:left w:w="0" w:type="dxa"/>
              <w:right w:w="115" w:type="dxa"/>
            </w:tcMar>
            <w:textDirection w:val="btLr"/>
            <w:vAlign w:val="center"/>
          </w:tcPr>
          <w:p w14:paraId="21D26654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  <w:textDirection w:val="btLr"/>
            <w:vAlign w:val="center"/>
          </w:tcPr>
          <w:p w14:paraId="1FAC77EA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top w:val="single" w:sz="8" w:space="0" w:color="7F7F7F"/>
              <w:bottom w:val="single" w:sz="4" w:space="0" w:color="7F7F7F"/>
            </w:tcBorders>
          </w:tcPr>
          <w:p w14:paraId="368105DA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0ECA5EBB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04A0D9F2" w14:textId="77777777" w:rsidR="009478C4" w:rsidRPr="0022579C" w:rsidRDefault="009478C4"/>
        </w:tc>
        <w:tc>
          <w:tcPr>
            <w:tcW w:w="218" w:type="dxa"/>
            <w:tcBorders>
              <w:top w:val="single" w:sz="8" w:space="0" w:color="7F7F7F"/>
              <w:bottom w:val="single" w:sz="4" w:space="0" w:color="7F7F7F"/>
            </w:tcBorders>
          </w:tcPr>
          <w:p w14:paraId="29D5BA42" w14:textId="77777777" w:rsidR="009478C4" w:rsidRPr="0022579C" w:rsidRDefault="009478C4"/>
        </w:tc>
        <w:tc>
          <w:tcPr>
            <w:tcW w:w="1405" w:type="dxa"/>
            <w:tcBorders>
              <w:top w:val="single" w:sz="8" w:space="0" w:color="7F7F7F"/>
              <w:bottom w:val="single" w:sz="4" w:space="0" w:color="7F7F7F"/>
            </w:tcBorders>
          </w:tcPr>
          <w:p w14:paraId="0757494D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3AA3C1DA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3750887C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2790D10B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79B05E39" w14:textId="77777777" w:rsidR="009478C4" w:rsidRPr="0022579C" w:rsidRDefault="009478C4"/>
        </w:tc>
        <w:tc>
          <w:tcPr>
            <w:tcW w:w="174" w:type="dxa"/>
            <w:tcBorders>
              <w:top w:val="single" w:sz="8" w:space="0" w:color="7F7F7F"/>
              <w:bottom w:val="single" w:sz="4" w:space="0" w:color="7F7F7F"/>
            </w:tcBorders>
          </w:tcPr>
          <w:p w14:paraId="7E1B98A1" w14:textId="77777777" w:rsidR="009478C4" w:rsidRPr="0022579C" w:rsidRDefault="009478C4"/>
        </w:tc>
        <w:tc>
          <w:tcPr>
            <w:tcW w:w="1449" w:type="dxa"/>
            <w:tcBorders>
              <w:top w:val="single" w:sz="8" w:space="0" w:color="7F7F7F"/>
              <w:bottom w:val="single" w:sz="4" w:space="0" w:color="7F7F7F"/>
            </w:tcBorders>
          </w:tcPr>
          <w:p w14:paraId="03BB564C" w14:textId="77777777" w:rsidR="009478C4" w:rsidRPr="0022579C" w:rsidRDefault="009478C4"/>
        </w:tc>
      </w:tr>
      <w:tr w:rsidR="009478C4" w:rsidRPr="0022579C" w14:paraId="1E3BBC9E" w14:textId="77777777" w:rsidTr="00FC1067">
        <w:trPr>
          <w:cantSplit/>
          <w:trHeight w:val="504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6CAC8037" w14:textId="77777777" w:rsidR="009478C4" w:rsidRPr="0022579C" w:rsidRDefault="009478C4"/>
        </w:tc>
        <w:tc>
          <w:tcPr>
            <w:tcW w:w="174" w:type="dxa"/>
            <w:tcBorders>
              <w:top w:val="single" w:sz="4" w:space="0" w:color="7F7F7F"/>
              <w:left w:val="single" w:sz="8" w:space="0" w:color="7F7F7F"/>
            </w:tcBorders>
            <w:textDirection w:val="btLr"/>
            <w:vAlign w:val="center"/>
          </w:tcPr>
          <w:p w14:paraId="30BFA276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top w:val="single" w:sz="4" w:space="0" w:color="7F7F7F"/>
              <w:right w:val="single" w:sz="6" w:space="0" w:color="66BDD8"/>
            </w:tcBorders>
          </w:tcPr>
          <w:p w14:paraId="42C852AC" w14:textId="77777777" w:rsidR="009478C4" w:rsidRPr="0022579C" w:rsidRDefault="001960CD">
            <w:pPr>
              <w:pStyle w:val="Date"/>
            </w:pPr>
            <w:r w:rsidRPr="0022579C">
              <w:fldChar w:fldCharType="begin"/>
            </w:r>
            <w:r w:rsidR="009478C4" w:rsidRPr="0022579C">
              <w:instrText xml:space="preserve">IF </w:instrText>
            </w:r>
            <w:r w:rsidR="0011314B">
              <w:fldChar w:fldCharType="begin"/>
            </w:r>
            <w:r w:rsidR="0011314B">
              <w:instrText xml:space="preserve"> =K21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= 0,""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11314B">
              <w:fldChar w:fldCharType="begin"/>
            </w:r>
            <w:r w:rsidR="0011314B">
              <w:instrText xml:space="preserve"> =K21 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28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 &lt; </w:instrText>
            </w:r>
            <w:r w:rsidR="0011314B">
              <w:fldChar w:fldCharType="begin"/>
            </w:r>
            <w:r w:rsidR="0011314B">
              <w:instrText xml:space="preserve"> DocVariable MonthEndLessTwo \@ d </w:instrText>
            </w:r>
            <w:r w:rsidR="0011314B">
              <w:fldChar w:fldCharType="separate"/>
            </w:r>
            <w:r w:rsidR="009478C4" w:rsidRPr="0022579C">
              <w:instrText>28</w:instrText>
            </w:r>
            <w:r w:rsidR="0011314B">
              <w:fldChar w:fldCharType="end"/>
            </w:r>
            <w:r w:rsidR="009478C4" w:rsidRPr="0022579C">
              <w:instrText xml:space="preserve">  </w:instrText>
            </w:r>
            <w:r w:rsidR="0011314B">
              <w:fldChar w:fldCharType="begin"/>
            </w:r>
            <w:r w:rsidR="0011314B">
              <w:instrText xml:space="preserve"> =K21+3 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31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end"/>
            </w:r>
            <w:r w:rsidRPr="0022579C">
              <w:fldChar w:fldCharType="end"/>
            </w: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1A18671B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6" w:space="0" w:color="66BDD8"/>
            </w:tcBorders>
          </w:tcPr>
          <w:p w14:paraId="35382963" w14:textId="77777777" w:rsidR="009478C4" w:rsidRPr="0022579C" w:rsidRDefault="001960CD">
            <w:pPr>
              <w:pStyle w:val="Date"/>
            </w:pPr>
            <w:r w:rsidRPr="0022579C">
              <w:fldChar w:fldCharType="begin"/>
            </w:r>
            <w:r w:rsidR="009478C4" w:rsidRPr="0022579C">
              <w:instrText xml:space="preserve">IF </w:instrText>
            </w:r>
            <w:r w:rsidR="0011314B">
              <w:fldChar w:fldCharType="begin"/>
            </w:r>
            <w:r w:rsidR="0011314B">
              <w:instrText xml:space="preserve"> =C26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0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= 0,"" </w:instrText>
            </w:r>
            <w:r w:rsidRPr="0022579C">
              <w:fldChar w:fldCharType="begin"/>
            </w:r>
            <w:r w:rsidR="009478C4" w:rsidRPr="0022579C">
              <w:instrText xml:space="preserve"> IF </w:instrText>
            </w:r>
            <w:r w:rsidR="0011314B">
              <w:fldChar w:fldCharType="begin"/>
            </w:r>
            <w:r w:rsidR="0011314B">
              <w:instrText xml:space="preserve"> =C26 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31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 &lt; </w:instrText>
            </w:r>
            <w:r w:rsidR="0011314B">
              <w:fldChar w:fldCharType="begin"/>
            </w:r>
            <w:r w:rsidR="0011314B">
              <w:instrText xml:space="preserve"> DocVariable MonthEnd \@ d </w:instrText>
            </w:r>
            <w:r w:rsidR="0011314B">
              <w:fldChar w:fldCharType="separate"/>
            </w:r>
            <w:r w:rsidR="009478C4" w:rsidRPr="0022579C">
              <w:instrText>31</w:instrText>
            </w:r>
            <w:r w:rsidR="0011314B">
              <w:fldChar w:fldCharType="end"/>
            </w:r>
            <w:r w:rsidR="009478C4" w:rsidRPr="0022579C">
              <w:instrText xml:space="preserve">  </w:instrText>
            </w:r>
            <w:r w:rsidR="0011314B">
              <w:fldChar w:fldCharType="begin"/>
            </w:r>
            <w:r w:rsidR="0011314B">
              <w:instrText xml:space="preserve"> =C26+1 </w:instrText>
            </w:r>
            <w:r w:rsidR="0011314B">
              <w:fldChar w:fldCharType="separate"/>
            </w:r>
            <w:r w:rsidR="009478C4" w:rsidRPr="0022579C">
              <w:rPr>
                <w:noProof/>
              </w:rPr>
              <w:instrText>6</w:instrText>
            </w:r>
            <w:r w:rsidR="0011314B">
              <w:rPr>
                <w:noProof/>
              </w:rPr>
              <w:fldChar w:fldCharType="end"/>
            </w:r>
            <w:r w:rsidR="009478C4" w:rsidRPr="0022579C">
              <w:instrText xml:space="preserve"> "" </w:instrText>
            </w:r>
            <w:r w:rsidRPr="0022579C">
              <w:fldChar w:fldCharType="end"/>
            </w:r>
            <w:r w:rsidRPr="0022579C">
              <w:fldChar w:fldCharType="end"/>
            </w:r>
          </w:p>
        </w:tc>
        <w:tc>
          <w:tcPr>
            <w:tcW w:w="218" w:type="dxa"/>
            <w:tcBorders>
              <w:top w:val="single" w:sz="4" w:space="0" w:color="7F7F7F"/>
              <w:left w:val="single" w:sz="6" w:space="0" w:color="66BDD8"/>
            </w:tcBorders>
          </w:tcPr>
          <w:p w14:paraId="469885BE" w14:textId="77777777" w:rsidR="009478C4" w:rsidRPr="0022579C" w:rsidRDefault="009478C4"/>
        </w:tc>
        <w:tc>
          <w:tcPr>
            <w:tcW w:w="1405" w:type="dxa"/>
            <w:tcBorders>
              <w:top w:val="single" w:sz="4" w:space="0" w:color="7F7F7F"/>
              <w:right w:val="single" w:sz="6" w:space="0" w:color="66BDD8"/>
            </w:tcBorders>
          </w:tcPr>
          <w:p w14:paraId="644FAE80" w14:textId="77777777" w:rsidR="009478C4" w:rsidRPr="0022579C" w:rsidRDefault="009478C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5FE65497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6" w:space="0" w:color="66BDD8"/>
            </w:tcBorders>
          </w:tcPr>
          <w:p w14:paraId="22481ADF" w14:textId="77777777" w:rsidR="009478C4" w:rsidRPr="0022579C" w:rsidRDefault="009478C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433B93B6" w14:textId="77777777" w:rsidR="009478C4" w:rsidRPr="0022579C" w:rsidRDefault="009478C4"/>
        </w:tc>
        <w:tc>
          <w:tcPr>
            <w:tcW w:w="1449" w:type="dxa"/>
            <w:tcBorders>
              <w:top w:val="single" w:sz="4" w:space="0" w:color="7F7F7F"/>
              <w:right w:val="single" w:sz="6" w:space="0" w:color="66BDD8"/>
            </w:tcBorders>
          </w:tcPr>
          <w:p w14:paraId="5F9E7785" w14:textId="77777777" w:rsidR="009478C4" w:rsidRPr="0022579C" w:rsidRDefault="009478C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/>
              <w:left w:val="single" w:sz="6" w:space="0" w:color="66BDD8"/>
            </w:tcBorders>
          </w:tcPr>
          <w:p w14:paraId="5D5C1151" w14:textId="77777777" w:rsidR="009478C4" w:rsidRPr="00180299" w:rsidRDefault="009478C4">
            <w:pPr>
              <w:rPr>
                <w:color w:val="4BACC6" w:themeColor="accent5"/>
                <w:sz w:val="32"/>
                <w:szCs w:val="32"/>
              </w:rPr>
            </w:pPr>
          </w:p>
        </w:tc>
        <w:tc>
          <w:tcPr>
            <w:tcW w:w="1449" w:type="dxa"/>
            <w:tcBorders>
              <w:top w:val="single" w:sz="4" w:space="0" w:color="7F7F7F"/>
              <w:right w:val="single" w:sz="8" w:space="0" w:color="7F7F7F"/>
            </w:tcBorders>
          </w:tcPr>
          <w:p w14:paraId="30112EC3" w14:textId="77777777" w:rsidR="009478C4" w:rsidRPr="00180299" w:rsidRDefault="00180299">
            <w:pPr>
              <w:rPr>
                <w:color w:val="4BACC6" w:themeColor="accent5"/>
                <w:sz w:val="32"/>
                <w:szCs w:val="32"/>
              </w:rPr>
            </w:pPr>
            <w:r>
              <w:rPr>
                <w:color w:val="4BACC6" w:themeColor="accent5"/>
                <w:sz w:val="32"/>
                <w:szCs w:val="32"/>
              </w:rPr>
              <w:t xml:space="preserve">DEC 6 </w:t>
            </w:r>
          </w:p>
        </w:tc>
      </w:tr>
      <w:tr w:rsidR="009478C4" w:rsidRPr="0022579C" w14:paraId="16621919" w14:textId="77777777" w:rsidTr="00FC1067">
        <w:trPr>
          <w:cantSplit/>
          <w:trHeight w:val="893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74BFC1B4" w14:textId="77777777" w:rsidR="009478C4" w:rsidRPr="0022579C" w:rsidRDefault="009478C4" w:rsidP="0022579C">
            <w:pPr>
              <w:pStyle w:val="Line"/>
            </w:pPr>
            <w:r w:rsidRPr="0022579C">
              <w:t>6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textDirection w:val="btLr"/>
            <w:vAlign w:val="center"/>
          </w:tcPr>
          <w:p w14:paraId="7B76FB17" w14:textId="77777777" w:rsidR="009478C4" w:rsidRPr="0022579C" w:rsidRDefault="009478C4" w:rsidP="0022579C">
            <w:pPr>
              <w:ind w:left="113" w:right="113"/>
              <w:jc w:val="center"/>
            </w:pPr>
          </w:p>
        </w:tc>
        <w:tc>
          <w:tcPr>
            <w:tcW w:w="1448" w:type="dxa"/>
            <w:tcBorders>
              <w:right w:val="single" w:sz="6" w:space="0" w:color="66BDD8"/>
            </w:tcBorders>
          </w:tcPr>
          <w:p w14:paraId="1E8BA65B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E79B46B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4E0B5206" w14:textId="77777777" w:rsidR="009478C4" w:rsidRPr="0022579C" w:rsidRDefault="009478C4">
            <w:pPr>
              <w:pStyle w:val="CalendarText"/>
            </w:pPr>
          </w:p>
        </w:tc>
        <w:tc>
          <w:tcPr>
            <w:tcW w:w="218" w:type="dxa"/>
            <w:tcBorders>
              <w:left w:val="single" w:sz="6" w:space="0" w:color="66BDD8"/>
            </w:tcBorders>
          </w:tcPr>
          <w:p w14:paraId="2356926A" w14:textId="77777777" w:rsidR="009478C4" w:rsidRPr="0022579C" w:rsidRDefault="009478C4">
            <w:pPr>
              <w:pStyle w:val="CalendarText"/>
            </w:pPr>
          </w:p>
        </w:tc>
        <w:tc>
          <w:tcPr>
            <w:tcW w:w="1405" w:type="dxa"/>
            <w:tcBorders>
              <w:right w:val="single" w:sz="6" w:space="0" w:color="66BDD8"/>
            </w:tcBorders>
          </w:tcPr>
          <w:p w14:paraId="4B3BA501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4A35EF8E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1233EC69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6D01391B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6" w:space="0" w:color="66BDD8"/>
            </w:tcBorders>
          </w:tcPr>
          <w:p w14:paraId="62F8AD27" w14:textId="77777777" w:rsidR="009478C4" w:rsidRPr="0022579C" w:rsidRDefault="009478C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/>
            </w:tcBorders>
          </w:tcPr>
          <w:p w14:paraId="7917A42E" w14:textId="77777777" w:rsidR="009478C4" w:rsidRPr="0022579C" w:rsidRDefault="009478C4">
            <w:pPr>
              <w:pStyle w:val="CalendarText"/>
            </w:pPr>
          </w:p>
        </w:tc>
        <w:tc>
          <w:tcPr>
            <w:tcW w:w="1449" w:type="dxa"/>
            <w:tcBorders>
              <w:right w:val="single" w:sz="8" w:space="0" w:color="7F7F7F"/>
            </w:tcBorders>
          </w:tcPr>
          <w:p w14:paraId="1B0271F3" w14:textId="77777777" w:rsidR="009478C4" w:rsidRDefault="00180299">
            <w:pPr>
              <w:pStyle w:val="CalendarText"/>
            </w:pPr>
            <w:r>
              <w:t>CIF Finals</w:t>
            </w:r>
          </w:p>
          <w:p w14:paraId="47DA26DB" w14:textId="77777777" w:rsidR="00180299" w:rsidRDefault="00180299">
            <w:pPr>
              <w:pStyle w:val="CalendarText"/>
            </w:pPr>
            <w:r>
              <w:t>TBA</w:t>
            </w:r>
          </w:p>
          <w:p w14:paraId="17118683" w14:textId="77777777" w:rsidR="00180299" w:rsidRPr="0022579C" w:rsidRDefault="00180299">
            <w:pPr>
              <w:pStyle w:val="CalendarText"/>
            </w:pPr>
            <w:r>
              <w:t>7:00</w:t>
            </w:r>
          </w:p>
        </w:tc>
      </w:tr>
      <w:tr w:rsidR="009478C4" w:rsidRPr="0022579C" w14:paraId="0C9B0290" w14:textId="77777777" w:rsidTr="00FC1067">
        <w:trPr>
          <w:cantSplit/>
          <w:trHeight w:hRule="exact" w:val="279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4C698ED3" w14:textId="77777777" w:rsidR="009478C4" w:rsidRPr="0022579C" w:rsidRDefault="009478C4" w:rsidP="0022579C">
            <w:pPr>
              <w:pStyle w:val="Week"/>
              <w:jc w:val="left"/>
            </w:pPr>
            <w:r w:rsidRPr="0022579C">
              <w:t>WEEK</w:t>
            </w:r>
          </w:p>
        </w:tc>
        <w:tc>
          <w:tcPr>
            <w:tcW w:w="174" w:type="dxa"/>
            <w:tcBorders>
              <w:left w:val="single" w:sz="8" w:space="0" w:color="7F7F7F"/>
            </w:tcBorders>
            <w:shd w:val="clear" w:color="auto" w:fill="E0F1F7"/>
            <w:textDirection w:val="btLr"/>
            <w:vAlign w:val="center"/>
          </w:tcPr>
          <w:p w14:paraId="08991E15" w14:textId="77777777" w:rsidR="009478C4" w:rsidRPr="0022579C" w:rsidRDefault="009478C4">
            <w:pPr>
              <w:pStyle w:val="NotesHeading"/>
            </w:pPr>
            <w:r w:rsidRPr="0022579C">
              <w:t>notes</w:t>
            </w:r>
          </w:p>
        </w:tc>
        <w:tc>
          <w:tcPr>
            <w:tcW w:w="1448" w:type="dxa"/>
            <w:tcBorders>
              <w:right w:val="single" w:sz="6" w:space="0" w:color="66BDD8"/>
            </w:tcBorders>
            <w:shd w:val="clear" w:color="auto" w:fill="E0F1F7"/>
            <w:tcMar>
              <w:left w:w="72" w:type="dxa"/>
              <w:right w:w="0" w:type="dxa"/>
            </w:tcMar>
            <w:vAlign w:val="center"/>
          </w:tcPr>
          <w:p w14:paraId="7523AE8B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74EBFD0F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1C581E50" w14:textId="77777777" w:rsidR="009478C4" w:rsidRPr="0022579C" w:rsidRDefault="009478C4"/>
        </w:tc>
        <w:tc>
          <w:tcPr>
            <w:tcW w:w="218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7B8FB242" w14:textId="77777777" w:rsidR="009478C4" w:rsidRPr="0022579C" w:rsidRDefault="009478C4"/>
        </w:tc>
        <w:tc>
          <w:tcPr>
            <w:tcW w:w="1405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52B68DF4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4070ACC5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3DA0E752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60D701E3" w14:textId="77777777" w:rsidR="009478C4" w:rsidRPr="0022579C" w:rsidRDefault="009478C4"/>
        </w:tc>
        <w:tc>
          <w:tcPr>
            <w:tcW w:w="1449" w:type="dxa"/>
            <w:tcBorders>
              <w:right w:val="single" w:sz="6" w:space="0" w:color="66BDD8"/>
            </w:tcBorders>
            <w:shd w:val="clear" w:color="auto" w:fill="E0F1F7"/>
            <w:vAlign w:val="center"/>
          </w:tcPr>
          <w:p w14:paraId="33705E26" w14:textId="77777777" w:rsidR="009478C4" w:rsidRPr="0022579C" w:rsidRDefault="009478C4"/>
        </w:tc>
        <w:tc>
          <w:tcPr>
            <w:tcW w:w="174" w:type="dxa"/>
            <w:tcBorders>
              <w:left w:val="single" w:sz="6" w:space="0" w:color="66BDD8"/>
            </w:tcBorders>
            <w:shd w:val="clear" w:color="auto" w:fill="E0F1F7"/>
            <w:vAlign w:val="center"/>
          </w:tcPr>
          <w:p w14:paraId="78D894DE" w14:textId="77777777" w:rsidR="009478C4" w:rsidRPr="0022579C" w:rsidRDefault="009478C4"/>
        </w:tc>
        <w:tc>
          <w:tcPr>
            <w:tcW w:w="1449" w:type="dxa"/>
            <w:tcBorders>
              <w:right w:val="single" w:sz="8" w:space="0" w:color="7F7F7F"/>
            </w:tcBorders>
            <w:shd w:val="clear" w:color="auto" w:fill="E0F1F7"/>
            <w:vAlign w:val="center"/>
          </w:tcPr>
          <w:p w14:paraId="27D40A47" w14:textId="77777777" w:rsidR="009478C4" w:rsidRPr="0022579C" w:rsidRDefault="009478C4"/>
        </w:tc>
      </w:tr>
      <w:tr w:rsidR="009478C4" w:rsidRPr="0022579C" w14:paraId="0D6995A2" w14:textId="77777777" w:rsidTr="00FC1067">
        <w:trPr>
          <w:cantSplit/>
          <w:trHeight w:hRule="exact" w:val="130"/>
        </w:trPr>
        <w:tc>
          <w:tcPr>
            <w:tcW w:w="497" w:type="dxa"/>
            <w:tcBorders>
              <w:right w:val="single" w:sz="8" w:space="0" w:color="7F7F7F"/>
            </w:tcBorders>
            <w:tcMar>
              <w:left w:w="0" w:type="dxa"/>
              <w:right w:w="115" w:type="dxa"/>
            </w:tcMar>
            <w:textDirection w:val="btLr"/>
            <w:vAlign w:val="center"/>
          </w:tcPr>
          <w:p w14:paraId="31BE0DB4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/>
              <w:bottom w:val="single" w:sz="8" w:space="0" w:color="7F7F7F"/>
            </w:tcBorders>
            <w:shd w:val="clear" w:color="auto" w:fill="66BDD8"/>
            <w:textDirection w:val="btLr"/>
            <w:vAlign w:val="center"/>
          </w:tcPr>
          <w:p w14:paraId="63207F7D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8" w:type="dxa"/>
            <w:tcBorders>
              <w:bottom w:val="single" w:sz="8" w:space="0" w:color="7F7F7F"/>
            </w:tcBorders>
            <w:shd w:val="clear" w:color="auto" w:fill="66BDD8"/>
            <w:tcMar>
              <w:left w:w="72" w:type="dxa"/>
              <w:right w:w="0" w:type="dxa"/>
            </w:tcMar>
            <w:vAlign w:val="center"/>
          </w:tcPr>
          <w:p w14:paraId="70C7DB17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3E2CE4C9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5B51CE5B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218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6C666301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05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2EF1176C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721C6006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459CC58F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2A53D0B3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9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6C7A1D05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/>
            </w:tcBorders>
            <w:shd w:val="clear" w:color="auto" w:fill="66BDD8"/>
            <w:vAlign w:val="center"/>
          </w:tcPr>
          <w:p w14:paraId="23B83949" w14:textId="77777777" w:rsidR="009478C4" w:rsidRPr="0022579C" w:rsidRDefault="009478C4" w:rsidP="0022579C">
            <w:pPr>
              <w:ind w:left="113" w:right="113"/>
            </w:pPr>
          </w:p>
        </w:tc>
        <w:tc>
          <w:tcPr>
            <w:tcW w:w="1449" w:type="dxa"/>
            <w:tcBorders>
              <w:bottom w:val="single" w:sz="8" w:space="0" w:color="7F7F7F"/>
              <w:right w:val="single" w:sz="8" w:space="0" w:color="7F7F7F"/>
            </w:tcBorders>
            <w:shd w:val="clear" w:color="auto" w:fill="66BDD8"/>
            <w:vAlign w:val="center"/>
          </w:tcPr>
          <w:p w14:paraId="6D7A71B8" w14:textId="77777777" w:rsidR="009478C4" w:rsidRPr="0022579C" w:rsidRDefault="009478C4" w:rsidP="0022579C">
            <w:pPr>
              <w:ind w:left="113" w:right="113"/>
            </w:pPr>
          </w:p>
        </w:tc>
      </w:tr>
    </w:tbl>
    <w:p w14:paraId="269E3002" w14:textId="77777777" w:rsidR="009478C4" w:rsidRDefault="009478C4"/>
    <w:sectPr w:rsidR="009478C4" w:rsidSect="009A2A2D">
      <w:pgSz w:w="12240" w:h="15840"/>
      <w:pgMar w:top="936" w:right="1008" w:bottom="93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C5E592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680E480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A100EDA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C114C67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F798451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BE875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C0742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2DAFB0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AD6C1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9697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9"/>
  </w:num>
  <w:num w:numId="42">
    <w:abstractNumId w:val="7"/>
  </w:num>
  <w:num w:numId="43">
    <w:abstractNumId w:val="6"/>
  </w:num>
  <w:num w:numId="44">
    <w:abstractNumId w:val="5"/>
  </w:num>
  <w:num w:numId="45">
    <w:abstractNumId w:val="4"/>
  </w:num>
  <w:num w:numId="46">
    <w:abstractNumId w:val="8"/>
  </w:num>
  <w:num w:numId="47">
    <w:abstractNumId w:val="3"/>
  </w:num>
  <w:num w:numId="48">
    <w:abstractNumId w:val="2"/>
  </w:num>
  <w:num w:numId="49">
    <w:abstractNumId w:val="1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8/31/2013"/>
    <w:docVar w:name="MonthEndLessOne" w:val="8/30/2013"/>
    <w:docVar w:name="MonthEndLessTwo" w:val="8/29/2013"/>
    <w:docVar w:name="MonthStart" w:val="8/1/2013"/>
  </w:docVars>
  <w:rsids>
    <w:rsidRoot w:val="00472CB1"/>
    <w:rsid w:val="0011314B"/>
    <w:rsid w:val="00180299"/>
    <w:rsid w:val="001960CD"/>
    <w:rsid w:val="001C049F"/>
    <w:rsid w:val="0022579C"/>
    <w:rsid w:val="0034158A"/>
    <w:rsid w:val="003709FE"/>
    <w:rsid w:val="00372E41"/>
    <w:rsid w:val="00445BE1"/>
    <w:rsid w:val="00461E1F"/>
    <w:rsid w:val="00472CB1"/>
    <w:rsid w:val="004C139D"/>
    <w:rsid w:val="004E4641"/>
    <w:rsid w:val="00504ACD"/>
    <w:rsid w:val="00540E0B"/>
    <w:rsid w:val="005B5B72"/>
    <w:rsid w:val="00636B47"/>
    <w:rsid w:val="007E3D4F"/>
    <w:rsid w:val="00811A58"/>
    <w:rsid w:val="00826F60"/>
    <w:rsid w:val="00891346"/>
    <w:rsid w:val="009478C4"/>
    <w:rsid w:val="00960B8E"/>
    <w:rsid w:val="009A2A2D"/>
    <w:rsid w:val="009C21E6"/>
    <w:rsid w:val="00CC7F34"/>
    <w:rsid w:val="00D43B27"/>
    <w:rsid w:val="00FC1067"/>
    <w:rsid w:val="00FD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BB2F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9A2A2D"/>
    <w:rPr>
      <w:color w:val="1F2123"/>
      <w:sz w:val="14"/>
      <w:szCs w:val="1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2A2D"/>
    <w:pPr>
      <w:keepNext/>
      <w:keepLines/>
      <w:spacing w:before="480"/>
      <w:outlineLvl w:val="0"/>
    </w:pPr>
    <w:rPr>
      <w:rFonts w:eastAsia="Times New Roman"/>
      <w:b/>
      <w:bCs/>
      <w:color w:val="66BDD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2A2D"/>
    <w:pPr>
      <w:keepNext/>
      <w:keepLines/>
      <w:spacing w:before="200"/>
      <w:outlineLvl w:val="1"/>
    </w:pPr>
    <w:rPr>
      <w:rFonts w:eastAsia="Times New Roman"/>
      <w:b/>
      <w:bCs/>
      <w:color w:val="66BDD8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2A2D"/>
    <w:pPr>
      <w:keepNext/>
      <w:keepLines/>
      <w:spacing w:before="200"/>
      <w:outlineLvl w:val="2"/>
    </w:pPr>
    <w:rPr>
      <w:rFonts w:eastAsia="Times New Roman"/>
      <w:b/>
      <w:bCs/>
      <w:color w:val="66BDD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A2A2D"/>
    <w:pPr>
      <w:keepNext/>
      <w:keepLines/>
      <w:spacing w:before="200"/>
      <w:outlineLvl w:val="3"/>
    </w:pPr>
    <w:rPr>
      <w:rFonts w:eastAsia="Times New Roman"/>
      <w:b/>
      <w:bCs/>
      <w:i/>
      <w:iCs/>
      <w:color w:val="66BDD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A2A2D"/>
    <w:pPr>
      <w:keepNext/>
      <w:keepLines/>
      <w:spacing w:before="200"/>
      <w:outlineLvl w:val="4"/>
    </w:pPr>
    <w:rPr>
      <w:rFonts w:eastAsia="Times New Roman"/>
      <w:color w:val="66BDD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A2A2D"/>
    <w:pPr>
      <w:keepNext/>
      <w:keepLines/>
      <w:spacing w:before="200"/>
      <w:outlineLvl w:val="5"/>
    </w:pPr>
    <w:rPr>
      <w:rFonts w:eastAsia="Times New Roman"/>
      <w:i/>
      <w:iCs/>
      <w:color w:val="66BDD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A2A2D"/>
    <w:pPr>
      <w:keepNext/>
      <w:keepLines/>
      <w:spacing w:before="200"/>
      <w:outlineLvl w:val="6"/>
    </w:pPr>
    <w:rPr>
      <w:rFonts w:eastAsia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A2A2D"/>
    <w:pPr>
      <w:keepNext/>
      <w:keepLines/>
      <w:spacing w:before="200"/>
      <w:outlineLvl w:val="7"/>
    </w:pPr>
    <w:rPr>
      <w:rFonts w:eastAsia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2A2D"/>
    <w:pPr>
      <w:keepNext/>
      <w:keepLines/>
      <w:spacing w:before="20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2A2D"/>
    <w:rPr>
      <w:rFonts w:ascii="Cambria" w:hAnsi="Cambria" w:cs="Times New Roman"/>
      <w:b/>
      <w:bCs/>
      <w:color w:val="66BDD8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2A2D"/>
    <w:rPr>
      <w:rFonts w:ascii="Cambria" w:hAnsi="Cambria" w:cs="Times New Roman"/>
      <w:b/>
      <w:bCs/>
      <w:color w:val="66BDD8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2A2D"/>
    <w:rPr>
      <w:rFonts w:ascii="Cambria" w:hAnsi="Cambria" w:cs="Times New Roman"/>
      <w:b/>
      <w:bCs/>
      <w:color w:val="66BDD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2A2D"/>
    <w:rPr>
      <w:rFonts w:ascii="Cambria" w:hAnsi="Cambria" w:cs="Times New Roman"/>
      <w:b/>
      <w:bCs/>
      <w:i/>
      <w:iCs/>
      <w:color w:val="66BDD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A2A2D"/>
    <w:rPr>
      <w:rFonts w:ascii="Cambria" w:hAnsi="Cambria" w:cs="Times New Roman"/>
      <w:color w:val="66BDD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A2A2D"/>
    <w:rPr>
      <w:rFonts w:ascii="Cambria" w:hAnsi="Cambria" w:cs="Times New Roman"/>
      <w:i/>
      <w:iCs/>
      <w:color w:val="66BDD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A2A2D"/>
    <w:rPr>
      <w:rFonts w:ascii="Cambria" w:hAnsi="Cambria" w:cs="Times New Roman"/>
      <w:i/>
      <w:iCs/>
      <w:color w:val="404040"/>
      <w:sz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A2A2D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2A2D"/>
    <w:rPr>
      <w:rFonts w:ascii="Cambria" w:hAnsi="Cambria" w:cs="Times New Roman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9A2A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Heading">
    <w:name w:val="Notes Heading"/>
    <w:basedOn w:val="Normal"/>
    <w:uiPriority w:val="99"/>
    <w:rsid w:val="009A2A2D"/>
    <w:pPr>
      <w:jc w:val="center"/>
    </w:pPr>
    <w:rPr>
      <w:b/>
      <w:sz w:val="12"/>
      <w:szCs w:val="12"/>
    </w:rPr>
  </w:style>
  <w:style w:type="paragraph" w:customStyle="1" w:styleId="Week">
    <w:name w:val="Week"/>
    <w:basedOn w:val="Normal"/>
    <w:uiPriority w:val="99"/>
    <w:rsid w:val="009A2A2D"/>
    <w:pPr>
      <w:jc w:val="center"/>
    </w:pPr>
    <w:rPr>
      <w:b/>
      <w:caps/>
      <w:color w:val="404040"/>
    </w:rPr>
  </w:style>
  <w:style w:type="paragraph" w:customStyle="1" w:styleId="Line">
    <w:name w:val="Line"/>
    <w:basedOn w:val="Normal"/>
    <w:uiPriority w:val="99"/>
    <w:rsid w:val="009A2A2D"/>
    <w:pPr>
      <w:pBdr>
        <w:bottom w:val="single" w:sz="8" w:space="1" w:color="A3D7E7"/>
      </w:pBdr>
      <w:ind w:right="115"/>
      <w:jc w:val="center"/>
    </w:pPr>
    <w:rPr>
      <w:b/>
      <w:sz w:val="18"/>
    </w:rPr>
  </w:style>
  <w:style w:type="paragraph" w:styleId="Date">
    <w:name w:val="Date"/>
    <w:basedOn w:val="Normal"/>
    <w:next w:val="Normal"/>
    <w:link w:val="DateChar"/>
    <w:uiPriority w:val="99"/>
    <w:rsid w:val="009A2A2D"/>
    <w:pPr>
      <w:spacing w:before="60"/>
    </w:pPr>
    <w:rPr>
      <w:color w:val="66BDD8"/>
      <w:sz w:val="32"/>
      <w:szCs w:val="40"/>
    </w:rPr>
  </w:style>
  <w:style w:type="character" w:customStyle="1" w:styleId="DateChar">
    <w:name w:val="Date Char"/>
    <w:basedOn w:val="DefaultParagraphFont"/>
    <w:link w:val="Date"/>
    <w:uiPriority w:val="99"/>
    <w:locked/>
    <w:rsid w:val="009A2A2D"/>
    <w:rPr>
      <w:rFonts w:cs="Times New Roman"/>
      <w:color w:val="66BDD8"/>
      <w:sz w:val="40"/>
      <w:szCs w:val="40"/>
    </w:rPr>
  </w:style>
  <w:style w:type="character" w:customStyle="1" w:styleId="Saturday">
    <w:name w:val="Saturday"/>
    <w:basedOn w:val="DefaultParagraphFont"/>
    <w:uiPriority w:val="99"/>
    <w:rsid w:val="009A2A2D"/>
    <w:rPr>
      <w:rFonts w:cs="Times New Roman"/>
      <w:position w:val="12"/>
      <w:vertAlign w:val="baseline"/>
    </w:rPr>
  </w:style>
  <w:style w:type="character" w:customStyle="1" w:styleId="Sunday">
    <w:name w:val="Sunday"/>
    <w:basedOn w:val="DefaultParagraphFont"/>
    <w:uiPriority w:val="99"/>
    <w:rsid w:val="009A2A2D"/>
    <w:rPr>
      <w:rFonts w:cs="Times New Roman"/>
      <w:position w:val="-12"/>
      <w:vertAlign w:val="baseline"/>
    </w:rPr>
  </w:style>
  <w:style w:type="paragraph" w:styleId="NoSpacing">
    <w:name w:val="No Spacing"/>
    <w:uiPriority w:val="99"/>
    <w:qFormat/>
    <w:rsid w:val="009A2A2D"/>
    <w:rPr>
      <w:color w:val="1F2123"/>
      <w:sz w:val="2"/>
      <w:szCs w:val="6"/>
    </w:rPr>
  </w:style>
  <w:style w:type="paragraph" w:customStyle="1" w:styleId="Month">
    <w:name w:val="Month"/>
    <w:basedOn w:val="Normal"/>
    <w:uiPriority w:val="99"/>
    <w:rsid w:val="009A2A2D"/>
    <w:rPr>
      <w:caps/>
      <w:color w:val="0D0D0D"/>
      <w:position w:val="-12"/>
      <w:sz w:val="60"/>
      <w:szCs w:val="68"/>
    </w:rPr>
  </w:style>
  <w:style w:type="character" w:customStyle="1" w:styleId="Year">
    <w:name w:val="Year"/>
    <w:basedOn w:val="DefaultParagraphFont"/>
    <w:uiPriority w:val="99"/>
    <w:rsid w:val="009A2A2D"/>
    <w:rPr>
      <w:rFonts w:cs="Times New Roman"/>
      <w:color w:val="66BDD8"/>
    </w:rPr>
  </w:style>
  <w:style w:type="paragraph" w:customStyle="1" w:styleId="LineText">
    <w:name w:val="Line Text"/>
    <w:basedOn w:val="Normal"/>
    <w:uiPriority w:val="99"/>
    <w:rsid w:val="009A2A2D"/>
    <w:pPr>
      <w:spacing w:after="80"/>
      <w:jc w:val="right"/>
    </w:pPr>
    <w:rPr>
      <w:caps/>
      <w:color w:val="404040"/>
    </w:rPr>
  </w:style>
  <w:style w:type="paragraph" w:customStyle="1" w:styleId="LineHorizontal">
    <w:name w:val="Line Horizontal"/>
    <w:basedOn w:val="Line"/>
    <w:uiPriority w:val="99"/>
    <w:rsid w:val="009A2A2D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rsid w:val="009A2A2D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2A2D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99"/>
    <w:semiHidden/>
    <w:rsid w:val="009A2A2D"/>
  </w:style>
  <w:style w:type="paragraph" w:styleId="BlockText">
    <w:name w:val="Block Text"/>
    <w:basedOn w:val="Normal"/>
    <w:uiPriority w:val="99"/>
    <w:semiHidden/>
    <w:rsid w:val="009A2A2D"/>
    <w:pPr>
      <w:pBdr>
        <w:top w:val="single" w:sz="2" w:space="10" w:color="66BDD8" w:shadow="1" w:frame="1"/>
        <w:left w:val="single" w:sz="2" w:space="10" w:color="66BDD8" w:shadow="1" w:frame="1"/>
        <w:bottom w:val="single" w:sz="2" w:space="10" w:color="66BDD8" w:shadow="1" w:frame="1"/>
        <w:right w:val="single" w:sz="2" w:space="10" w:color="66BDD8" w:shadow="1" w:frame="1"/>
      </w:pBdr>
      <w:ind w:left="1152" w:right="1152"/>
    </w:pPr>
    <w:rPr>
      <w:rFonts w:eastAsia="Times New Roman"/>
      <w:i/>
      <w:iCs/>
      <w:color w:val="66BDD8"/>
    </w:rPr>
  </w:style>
  <w:style w:type="paragraph" w:styleId="BodyText">
    <w:name w:val="Body Text"/>
    <w:basedOn w:val="Normal"/>
    <w:link w:val="BodyTextChar"/>
    <w:uiPriority w:val="99"/>
    <w:semiHidden/>
    <w:rsid w:val="009A2A2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A2A2D"/>
    <w:rPr>
      <w:rFonts w:cs="Times New Roman"/>
      <w:sz w:val="16"/>
    </w:rPr>
  </w:style>
  <w:style w:type="paragraph" w:styleId="BodyText2">
    <w:name w:val="Body Text 2"/>
    <w:basedOn w:val="Normal"/>
    <w:link w:val="BodyText2Char"/>
    <w:uiPriority w:val="99"/>
    <w:semiHidden/>
    <w:rsid w:val="009A2A2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A2A2D"/>
    <w:rPr>
      <w:rFonts w:cs="Times New Roman"/>
      <w:sz w:val="16"/>
    </w:rPr>
  </w:style>
  <w:style w:type="paragraph" w:styleId="BodyText3">
    <w:name w:val="Body Text 3"/>
    <w:basedOn w:val="Normal"/>
    <w:link w:val="BodyText3Char"/>
    <w:uiPriority w:val="99"/>
    <w:semiHidden/>
    <w:rsid w:val="009A2A2D"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A2A2D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9A2A2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9A2A2D"/>
    <w:rPr>
      <w:rFonts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9A2A2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A2A2D"/>
    <w:rPr>
      <w:rFonts w:cs="Times New Roman"/>
      <w:sz w:val="16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9A2A2D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9A2A2D"/>
    <w:rPr>
      <w:rFonts w:cs="Times New Roman"/>
      <w:sz w:val="16"/>
    </w:rPr>
  </w:style>
  <w:style w:type="paragraph" w:styleId="BodyTextIndent2">
    <w:name w:val="Body Text Indent 2"/>
    <w:basedOn w:val="Normal"/>
    <w:link w:val="BodyTextIndent2Char"/>
    <w:uiPriority w:val="99"/>
    <w:semiHidden/>
    <w:rsid w:val="009A2A2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A2A2D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semiHidden/>
    <w:rsid w:val="009A2A2D"/>
    <w:pPr>
      <w:spacing w:after="120"/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A2A2D"/>
    <w:rPr>
      <w:rFonts w:cs="Times New Roman"/>
      <w:sz w:val="16"/>
      <w:szCs w:val="16"/>
    </w:rPr>
  </w:style>
  <w:style w:type="character" w:styleId="BookTitle">
    <w:name w:val="Book Title"/>
    <w:basedOn w:val="DefaultParagraphFont"/>
    <w:uiPriority w:val="99"/>
    <w:qFormat/>
    <w:rsid w:val="009A2A2D"/>
    <w:rPr>
      <w:rFonts w:cs="Times New Roman"/>
      <w:b/>
      <w:bCs/>
      <w:smallCaps/>
      <w:spacing w:val="5"/>
    </w:rPr>
  </w:style>
  <w:style w:type="paragraph" w:styleId="Caption">
    <w:name w:val="caption"/>
    <w:basedOn w:val="Normal"/>
    <w:next w:val="Normal"/>
    <w:uiPriority w:val="99"/>
    <w:qFormat/>
    <w:rsid w:val="009A2A2D"/>
    <w:rPr>
      <w:b/>
      <w:bCs/>
      <w:color w:val="66BDD8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rsid w:val="009A2A2D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9A2A2D"/>
    <w:rPr>
      <w:rFonts w:cs="Times New Roman"/>
      <w:sz w:val="16"/>
    </w:rPr>
  </w:style>
  <w:style w:type="character" w:styleId="CommentReference">
    <w:name w:val="annotation reference"/>
    <w:basedOn w:val="DefaultParagraphFont"/>
    <w:uiPriority w:val="99"/>
    <w:semiHidden/>
    <w:rsid w:val="009A2A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A2A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A2A2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A2A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A2A2D"/>
    <w:rPr>
      <w:rFonts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9A2A2D"/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A2A2D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9A2A2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9A2A2D"/>
    <w:rPr>
      <w:rFonts w:cs="Times New Roman"/>
      <w:sz w:val="16"/>
    </w:rPr>
  </w:style>
  <w:style w:type="character" w:styleId="Emphasis">
    <w:name w:val="Emphasis"/>
    <w:basedOn w:val="DefaultParagraphFont"/>
    <w:uiPriority w:val="99"/>
    <w:qFormat/>
    <w:rsid w:val="009A2A2D"/>
    <w:rPr>
      <w:rFonts w:cs="Times New Roman"/>
      <w:i/>
      <w:iCs/>
    </w:rPr>
  </w:style>
  <w:style w:type="character" w:styleId="EndnoteReference">
    <w:name w:val="endnote reference"/>
    <w:basedOn w:val="DefaultParagraphFont"/>
    <w:uiPriority w:val="99"/>
    <w:semiHidden/>
    <w:rsid w:val="009A2A2D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9A2A2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A2A2D"/>
    <w:rPr>
      <w:rFonts w:cs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rsid w:val="009A2A2D"/>
    <w:pPr>
      <w:framePr w:w="7920" w:h="1980" w:hRule="exact" w:hSpace="180" w:wrap="auto" w:hAnchor="page" w:xAlign="center" w:yAlign="bottom"/>
      <w:ind w:left="2880"/>
    </w:pPr>
    <w:rPr>
      <w:rFonts w:eastAsia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9A2A2D"/>
    <w:rPr>
      <w:rFonts w:eastAsia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rsid w:val="009A2A2D"/>
    <w:rPr>
      <w:rFonts w:cs="Times New Roman"/>
      <w:color w:val="7481CF"/>
      <w:u w:val="single"/>
    </w:rPr>
  </w:style>
  <w:style w:type="paragraph" w:styleId="Footer">
    <w:name w:val="footer"/>
    <w:basedOn w:val="Normal"/>
    <w:link w:val="FooterChar"/>
    <w:uiPriority w:val="99"/>
    <w:semiHidden/>
    <w:rsid w:val="009A2A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A2A2D"/>
    <w:rPr>
      <w:rFonts w:cs="Times New Roman"/>
      <w:sz w:val="16"/>
    </w:rPr>
  </w:style>
  <w:style w:type="character" w:styleId="FootnoteReference">
    <w:name w:val="footnote reference"/>
    <w:basedOn w:val="DefaultParagraphFont"/>
    <w:uiPriority w:val="99"/>
    <w:semiHidden/>
    <w:rsid w:val="009A2A2D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9A2A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A2A2D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9A2A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2A2D"/>
    <w:rPr>
      <w:rFonts w:cs="Times New Roman"/>
      <w:sz w:val="16"/>
    </w:rPr>
  </w:style>
  <w:style w:type="character" w:styleId="HTMLAcronym">
    <w:name w:val="HTML Acronym"/>
    <w:basedOn w:val="DefaultParagraphFont"/>
    <w:uiPriority w:val="99"/>
    <w:semiHidden/>
    <w:rsid w:val="009A2A2D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9A2A2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9A2A2D"/>
    <w:rPr>
      <w:rFonts w:cs="Times New Roman"/>
      <w:i/>
      <w:iCs/>
      <w:sz w:val="16"/>
    </w:rPr>
  </w:style>
  <w:style w:type="character" w:styleId="HTMLCite">
    <w:name w:val="HTML Cite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TMLCode">
    <w:name w:val="HTML Code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TMLKeyboard">
    <w:name w:val="HTML Keyboard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9A2A2D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A2A2D"/>
    <w:rPr>
      <w:rFonts w:ascii="Consolas" w:hAnsi="Consolas" w:cs="Times New Roman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9A2A2D"/>
    <w:rPr>
      <w:rFonts w:ascii="Consolas" w:hAnsi="Consolas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semiHidden/>
    <w:rsid w:val="009A2A2D"/>
    <w:rPr>
      <w:rFonts w:cs="Times New Roman"/>
      <w:color w:val="66BDD8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9A2A2D"/>
    <w:pPr>
      <w:ind w:left="160" w:hanging="160"/>
    </w:pPr>
  </w:style>
  <w:style w:type="paragraph" w:styleId="Index2">
    <w:name w:val="index 2"/>
    <w:basedOn w:val="Normal"/>
    <w:next w:val="Normal"/>
    <w:autoRedefine/>
    <w:uiPriority w:val="99"/>
    <w:semiHidden/>
    <w:rsid w:val="009A2A2D"/>
    <w:pPr>
      <w:ind w:left="320" w:hanging="160"/>
    </w:pPr>
  </w:style>
  <w:style w:type="paragraph" w:styleId="Index3">
    <w:name w:val="index 3"/>
    <w:basedOn w:val="Normal"/>
    <w:next w:val="Normal"/>
    <w:autoRedefine/>
    <w:uiPriority w:val="99"/>
    <w:semiHidden/>
    <w:rsid w:val="009A2A2D"/>
    <w:pPr>
      <w:ind w:left="480" w:hanging="160"/>
    </w:pPr>
  </w:style>
  <w:style w:type="paragraph" w:styleId="Index4">
    <w:name w:val="index 4"/>
    <w:basedOn w:val="Normal"/>
    <w:next w:val="Normal"/>
    <w:autoRedefine/>
    <w:uiPriority w:val="99"/>
    <w:semiHidden/>
    <w:rsid w:val="009A2A2D"/>
    <w:pPr>
      <w:ind w:left="640" w:hanging="160"/>
    </w:pPr>
  </w:style>
  <w:style w:type="paragraph" w:styleId="Index5">
    <w:name w:val="index 5"/>
    <w:basedOn w:val="Normal"/>
    <w:next w:val="Normal"/>
    <w:autoRedefine/>
    <w:uiPriority w:val="99"/>
    <w:semiHidden/>
    <w:rsid w:val="009A2A2D"/>
    <w:pPr>
      <w:ind w:left="800" w:hanging="160"/>
    </w:pPr>
  </w:style>
  <w:style w:type="paragraph" w:styleId="Index6">
    <w:name w:val="index 6"/>
    <w:basedOn w:val="Normal"/>
    <w:next w:val="Normal"/>
    <w:autoRedefine/>
    <w:uiPriority w:val="99"/>
    <w:semiHidden/>
    <w:rsid w:val="009A2A2D"/>
    <w:pPr>
      <w:ind w:left="960" w:hanging="160"/>
    </w:pPr>
  </w:style>
  <w:style w:type="paragraph" w:styleId="Index7">
    <w:name w:val="index 7"/>
    <w:basedOn w:val="Normal"/>
    <w:next w:val="Normal"/>
    <w:autoRedefine/>
    <w:uiPriority w:val="99"/>
    <w:semiHidden/>
    <w:rsid w:val="009A2A2D"/>
    <w:pPr>
      <w:ind w:left="1120" w:hanging="160"/>
    </w:pPr>
  </w:style>
  <w:style w:type="paragraph" w:styleId="Index8">
    <w:name w:val="index 8"/>
    <w:basedOn w:val="Normal"/>
    <w:next w:val="Normal"/>
    <w:autoRedefine/>
    <w:uiPriority w:val="99"/>
    <w:semiHidden/>
    <w:rsid w:val="009A2A2D"/>
    <w:pPr>
      <w:ind w:left="1280" w:hanging="160"/>
    </w:pPr>
  </w:style>
  <w:style w:type="paragraph" w:styleId="Index9">
    <w:name w:val="index 9"/>
    <w:basedOn w:val="Normal"/>
    <w:next w:val="Normal"/>
    <w:autoRedefine/>
    <w:uiPriority w:val="99"/>
    <w:semiHidden/>
    <w:rsid w:val="009A2A2D"/>
    <w:pPr>
      <w:ind w:left="1440" w:hanging="160"/>
    </w:pPr>
  </w:style>
  <w:style w:type="paragraph" w:styleId="IndexHeading">
    <w:name w:val="index heading"/>
    <w:basedOn w:val="Normal"/>
    <w:next w:val="Index1"/>
    <w:uiPriority w:val="99"/>
    <w:semiHidden/>
    <w:rsid w:val="009A2A2D"/>
    <w:rPr>
      <w:rFonts w:eastAsia="Times New Roman"/>
      <w:b/>
      <w:bCs/>
    </w:rPr>
  </w:style>
  <w:style w:type="character" w:styleId="IntenseEmphasis">
    <w:name w:val="Intense Emphasis"/>
    <w:basedOn w:val="DefaultParagraphFont"/>
    <w:uiPriority w:val="99"/>
    <w:qFormat/>
    <w:rsid w:val="009A2A2D"/>
    <w:rPr>
      <w:rFonts w:cs="Times New Roman"/>
      <w:b/>
      <w:bCs/>
      <w:i/>
      <w:iCs/>
      <w:color w:val="66BDD8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A2A2D"/>
    <w:pPr>
      <w:pBdr>
        <w:bottom w:val="single" w:sz="4" w:space="4" w:color="66BDD8"/>
      </w:pBdr>
      <w:spacing w:before="200" w:after="280"/>
      <w:ind w:left="936" w:right="936"/>
    </w:pPr>
    <w:rPr>
      <w:b/>
      <w:bCs/>
      <w:i/>
      <w:iCs/>
      <w:color w:val="66BDD8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locked/>
    <w:rsid w:val="009A2A2D"/>
    <w:rPr>
      <w:rFonts w:cs="Times New Roman"/>
      <w:b/>
      <w:bCs/>
      <w:i/>
      <w:iCs/>
      <w:color w:val="66BDD8"/>
    </w:rPr>
  </w:style>
  <w:style w:type="character" w:styleId="IntenseReference">
    <w:name w:val="Intense Reference"/>
    <w:basedOn w:val="DefaultParagraphFont"/>
    <w:uiPriority w:val="99"/>
    <w:qFormat/>
    <w:rsid w:val="009A2A2D"/>
    <w:rPr>
      <w:rFonts w:cs="Times New Roman"/>
      <w:b/>
      <w:bCs/>
      <w:smallCaps/>
      <w:color w:val="66BDD8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9A2A2D"/>
    <w:rPr>
      <w:rFonts w:cs="Times New Roman"/>
    </w:rPr>
  </w:style>
  <w:style w:type="paragraph" w:styleId="List">
    <w:name w:val="List"/>
    <w:basedOn w:val="Normal"/>
    <w:uiPriority w:val="99"/>
    <w:semiHidden/>
    <w:rsid w:val="009A2A2D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rsid w:val="009A2A2D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rsid w:val="009A2A2D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rsid w:val="009A2A2D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rsid w:val="009A2A2D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rsid w:val="009A2A2D"/>
    <w:pPr>
      <w:numPr>
        <w:numId w:val="11"/>
      </w:numPr>
      <w:contextualSpacing/>
    </w:pPr>
  </w:style>
  <w:style w:type="paragraph" w:styleId="ListBullet2">
    <w:name w:val="List Bullet 2"/>
    <w:basedOn w:val="Normal"/>
    <w:uiPriority w:val="99"/>
    <w:semiHidden/>
    <w:rsid w:val="009A2A2D"/>
    <w:pPr>
      <w:numPr>
        <w:numId w:val="12"/>
      </w:numPr>
      <w:contextualSpacing/>
    </w:pPr>
  </w:style>
  <w:style w:type="paragraph" w:styleId="ListBullet3">
    <w:name w:val="List Bullet 3"/>
    <w:basedOn w:val="Normal"/>
    <w:uiPriority w:val="99"/>
    <w:semiHidden/>
    <w:rsid w:val="009A2A2D"/>
    <w:pPr>
      <w:numPr>
        <w:numId w:val="13"/>
      </w:numPr>
      <w:contextualSpacing/>
    </w:pPr>
  </w:style>
  <w:style w:type="paragraph" w:styleId="ListBullet4">
    <w:name w:val="List Bullet 4"/>
    <w:basedOn w:val="Normal"/>
    <w:uiPriority w:val="99"/>
    <w:semiHidden/>
    <w:rsid w:val="009A2A2D"/>
    <w:pPr>
      <w:numPr>
        <w:numId w:val="14"/>
      </w:numPr>
      <w:contextualSpacing/>
    </w:pPr>
  </w:style>
  <w:style w:type="paragraph" w:styleId="ListBullet5">
    <w:name w:val="List Bullet 5"/>
    <w:basedOn w:val="Normal"/>
    <w:uiPriority w:val="99"/>
    <w:semiHidden/>
    <w:rsid w:val="009A2A2D"/>
    <w:pPr>
      <w:numPr>
        <w:numId w:val="15"/>
      </w:numPr>
      <w:contextualSpacing/>
    </w:pPr>
  </w:style>
  <w:style w:type="paragraph" w:styleId="ListContinue">
    <w:name w:val="List Continue"/>
    <w:basedOn w:val="Normal"/>
    <w:uiPriority w:val="99"/>
    <w:semiHidden/>
    <w:rsid w:val="009A2A2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rsid w:val="009A2A2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rsid w:val="009A2A2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rsid w:val="009A2A2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rsid w:val="009A2A2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rsid w:val="009A2A2D"/>
    <w:pPr>
      <w:numPr>
        <w:numId w:val="16"/>
      </w:numPr>
      <w:contextualSpacing/>
    </w:pPr>
  </w:style>
  <w:style w:type="paragraph" w:styleId="ListNumber2">
    <w:name w:val="List Number 2"/>
    <w:basedOn w:val="Normal"/>
    <w:uiPriority w:val="99"/>
    <w:semiHidden/>
    <w:rsid w:val="009A2A2D"/>
    <w:pPr>
      <w:numPr>
        <w:numId w:val="17"/>
      </w:numPr>
      <w:contextualSpacing/>
    </w:pPr>
  </w:style>
  <w:style w:type="paragraph" w:styleId="ListNumber3">
    <w:name w:val="List Number 3"/>
    <w:basedOn w:val="Normal"/>
    <w:uiPriority w:val="99"/>
    <w:semiHidden/>
    <w:rsid w:val="009A2A2D"/>
    <w:pPr>
      <w:numPr>
        <w:numId w:val="18"/>
      </w:numPr>
      <w:contextualSpacing/>
    </w:pPr>
  </w:style>
  <w:style w:type="paragraph" w:styleId="ListNumber4">
    <w:name w:val="List Number 4"/>
    <w:basedOn w:val="Normal"/>
    <w:uiPriority w:val="99"/>
    <w:semiHidden/>
    <w:rsid w:val="009A2A2D"/>
    <w:pPr>
      <w:numPr>
        <w:numId w:val="19"/>
      </w:numPr>
      <w:contextualSpacing/>
    </w:pPr>
  </w:style>
  <w:style w:type="paragraph" w:styleId="ListNumber5">
    <w:name w:val="List Number 5"/>
    <w:basedOn w:val="Normal"/>
    <w:uiPriority w:val="99"/>
    <w:semiHidden/>
    <w:rsid w:val="009A2A2D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99"/>
    <w:qFormat/>
    <w:rsid w:val="009A2A2D"/>
    <w:pPr>
      <w:ind w:left="720"/>
      <w:contextualSpacing/>
    </w:pPr>
  </w:style>
  <w:style w:type="paragraph" w:styleId="MacroText">
    <w:name w:val="macro"/>
    <w:link w:val="MacroTextChar"/>
    <w:uiPriority w:val="99"/>
    <w:semiHidden/>
    <w:rsid w:val="009A2A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1F2123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9A2A2D"/>
    <w:rPr>
      <w:rFonts w:ascii="Consolas" w:hAnsi="Consolas" w:cs="Times New Roman"/>
      <w:color w:val="1F2123"/>
      <w:lang w:val="en-US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rsid w:val="009A2A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9A2A2D"/>
    <w:rPr>
      <w:rFonts w:ascii="Cambria" w:hAnsi="Cambria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9A2A2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rsid w:val="009A2A2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9A2A2D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9A2A2D"/>
    <w:rPr>
      <w:rFonts w:cs="Times New Roman"/>
      <w:sz w:val="16"/>
    </w:rPr>
  </w:style>
  <w:style w:type="character" w:styleId="PageNumber">
    <w:name w:val="page number"/>
    <w:basedOn w:val="DefaultParagraphFont"/>
    <w:uiPriority w:val="99"/>
    <w:semiHidden/>
    <w:rsid w:val="009A2A2D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9A2A2D"/>
    <w:rPr>
      <w:rFonts w:cs="Times New Roman"/>
      <w:color w:val="808080"/>
    </w:rPr>
  </w:style>
  <w:style w:type="paragraph" w:styleId="PlainText">
    <w:name w:val="Plain Text"/>
    <w:basedOn w:val="Normal"/>
    <w:link w:val="PlainTextChar"/>
    <w:uiPriority w:val="99"/>
    <w:semiHidden/>
    <w:rsid w:val="009A2A2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9A2A2D"/>
    <w:rPr>
      <w:rFonts w:ascii="Consolas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99"/>
    <w:qFormat/>
    <w:rsid w:val="009A2A2D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semiHidden/>
    <w:locked/>
    <w:rsid w:val="009A2A2D"/>
    <w:rPr>
      <w:rFonts w:cs="Times New Roman"/>
      <w:i/>
      <w:iCs/>
      <w:color w:val="000000"/>
      <w:sz w:val="16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9A2A2D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9A2A2D"/>
    <w:rPr>
      <w:rFonts w:cs="Times New Roman"/>
      <w:sz w:val="16"/>
    </w:rPr>
  </w:style>
  <w:style w:type="paragraph" w:styleId="Signature">
    <w:name w:val="Signature"/>
    <w:basedOn w:val="Normal"/>
    <w:link w:val="SignatureChar"/>
    <w:uiPriority w:val="99"/>
    <w:semiHidden/>
    <w:rsid w:val="009A2A2D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9A2A2D"/>
    <w:rPr>
      <w:rFonts w:cs="Times New Roman"/>
      <w:sz w:val="16"/>
    </w:rPr>
  </w:style>
  <w:style w:type="character" w:styleId="Strong">
    <w:name w:val="Strong"/>
    <w:basedOn w:val="DefaultParagraphFont"/>
    <w:uiPriority w:val="99"/>
    <w:qFormat/>
    <w:rsid w:val="009A2A2D"/>
    <w:rPr>
      <w:rFonts w:cs="Times New Roman"/>
      <w:b/>
      <w:bCs/>
    </w:rPr>
  </w:style>
  <w:style w:type="paragraph" w:styleId="Subtitle">
    <w:name w:val="Subtitle"/>
    <w:basedOn w:val="Normal"/>
    <w:next w:val="Normal"/>
    <w:link w:val="SubtitleChar"/>
    <w:uiPriority w:val="99"/>
    <w:qFormat/>
    <w:rsid w:val="009A2A2D"/>
    <w:pPr>
      <w:numPr>
        <w:ilvl w:val="1"/>
      </w:numPr>
    </w:pPr>
    <w:rPr>
      <w:rFonts w:eastAsia="Times New Roman"/>
      <w:i/>
      <w:iCs/>
      <w:color w:val="66BDD8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locked/>
    <w:rsid w:val="009A2A2D"/>
    <w:rPr>
      <w:rFonts w:ascii="Cambria" w:hAnsi="Cambria" w:cs="Times New Roman"/>
      <w:i/>
      <w:iCs/>
      <w:color w:val="66BDD8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9A2A2D"/>
    <w:rPr>
      <w:rFonts w:cs="Times New Roman"/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9A2A2D"/>
    <w:rPr>
      <w:rFonts w:cs="Times New Roman"/>
      <w:smallCaps/>
      <w:color w:val="66BDD8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rsid w:val="009A2A2D"/>
    <w:pPr>
      <w:ind w:left="160" w:hanging="160"/>
    </w:pPr>
  </w:style>
  <w:style w:type="paragraph" w:styleId="TableofFigures">
    <w:name w:val="table of figures"/>
    <w:basedOn w:val="Normal"/>
    <w:next w:val="Normal"/>
    <w:uiPriority w:val="99"/>
    <w:semiHidden/>
    <w:rsid w:val="009A2A2D"/>
  </w:style>
  <w:style w:type="paragraph" w:styleId="Title">
    <w:name w:val="Title"/>
    <w:basedOn w:val="Normal"/>
    <w:next w:val="Normal"/>
    <w:link w:val="TitleChar"/>
    <w:uiPriority w:val="99"/>
    <w:qFormat/>
    <w:rsid w:val="009A2A2D"/>
    <w:pPr>
      <w:pBdr>
        <w:bottom w:val="single" w:sz="8" w:space="4" w:color="66BDD8"/>
      </w:pBdr>
      <w:spacing w:after="300"/>
      <w:contextualSpacing/>
    </w:pPr>
    <w:rPr>
      <w:rFonts w:eastAsia="Times New Roman"/>
      <w:color w:val="17181A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locked/>
    <w:rsid w:val="009A2A2D"/>
    <w:rPr>
      <w:rFonts w:ascii="Cambria" w:hAnsi="Cambria" w:cs="Times New Roman"/>
      <w:color w:val="17181A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9A2A2D"/>
    <w:pPr>
      <w:spacing w:before="120"/>
    </w:pPr>
    <w:rPr>
      <w:rFonts w:eastAsia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9A2A2D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9A2A2D"/>
    <w:pPr>
      <w:spacing w:after="100"/>
      <w:ind w:left="160"/>
    </w:pPr>
  </w:style>
  <w:style w:type="paragraph" w:styleId="TOC3">
    <w:name w:val="toc 3"/>
    <w:basedOn w:val="Normal"/>
    <w:next w:val="Normal"/>
    <w:autoRedefine/>
    <w:uiPriority w:val="99"/>
    <w:semiHidden/>
    <w:rsid w:val="009A2A2D"/>
    <w:pPr>
      <w:spacing w:after="100"/>
      <w:ind w:left="320"/>
    </w:pPr>
  </w:style>
  <w:style w:type="paragraph" w:styleId="TOC4">
    <w:name w:val="toc 4"/>
    <w:basedOn w:val="Normal"/>
    <w:next w:val="Normal"/>
    <w:autoRedefine/>
    <w:uiPriority w:val="99"/>
    <w:semiHidden/>
    <w:rsid w:val="009A2A2D"/>
    <w:pPr>
      <w:spacing w:after="100"/>
      <w:ind w:left="480"/>
    </w:pPr>
  </w:style>
  <w:style w:type="paragraph" w:styleId="TOC5">
    <w:name w:val="toc 5"/>
    <w:basedOn w:val="Normal"/>
    <w:next w:val="Normal"/>
    <w:autoRedefine/>
    <w:uiPriority w:val="99"/>
    <w:semiHidden/>
    <w:rsid w:val="009A2A2D"/>
    <w:pPr>
      <w:spacing w:after="100"/>
      <w:ind w:left="640"/>
    </w:pPr>
  </w:style>
  <w:style w:type="paragraph" w:styleId="TOC6">
    <w:name w:val="toc 6"/>
    <w:basedOn w:val="Normal"/>
    <w:next w:val="Normal"/>
    <w:autoRedefine/>
    <w:uiPriority w:val="99"/>
    <w:semiHidden/>
    <w:rsid w:val="009A2A2D"/>
    <w:pPr>
      <w:spacing w:after="100"/>
      <w:ind w:left="800"/>
    </w:pPr>
  </w:style>
  <w:style w:type="paragraph" w:styleId="TOC7">
    <w:name w:val="toc 7"/>
    <w:basedOn w:val="Normal"/>
    <w:next w:val="Normal"/>
    <w:autoRedefine/>
    <w:uiPriority w:val="99"/>
    <w:semiHidden/>
    <w:rsid w:val="009A2A2D"/>
    <w:pPr>
      <w:spacing w:after="100"/>
      <w:ind w:left="960"/>
    </w:pPr>
  </w:style>
  <w:style w:type="paragraph" w:styleId="TOC8">
    <w:name w:val="toc 8"/>
    <w:basedOn w:val="Normal"/>
    <w:next w:val="Normal"/>
    <w:autoRedefine/>
    <w:uiPriority w:val="99"/>
    <w:semiHidden/>
    <w:rsid w:val="009A2A2D"/>
    <w:pPr>
      <w:spacing w:after="100"/>
      <w:ind w:left="1120"/>
    </w:pPr>
  </w:style>
  <w:style w:type="paragraph" w:styleId="TOC9">
    <w:name w:val="toc 9"/>
    <w:basedOn w:val="Normal"/>
    <w:next w:val="Normal"/>
    <w:autoRedefine/>
    <w:uiPriority w:val="99"/>
    <w:semiHidden/>
    <w:rsid w:val="009A2A2D"/>
    <w:pPr>
      <w:spacing w:after="100"/>
      <w:ind w:left="1280"/>
    </w:pPr>
  </w:style>
  <w:style w:type="paragraph" w:styleId="TOCHeading">
    <w:name w:val="TOC Heading"/>
    <w:basedOn w:val="Heading1"/>
    <w:next w:val="Normal"/>
    <w:uiPriority w:val="99"/>
    <w:qFormat/>
    <w:rsid w:val="009A2A2D"/>
    <w:pPr>
      <w:outlineLvl w:val="9"/>
    </w:pPr>
  </w:style>
  <w:style w:type="character" w:customStyle="1" w:styleId="SlashEnd">
    <w:name w:val="SlashEnd"/>
    <w:basedOn w:val="DefaultParagraphFont"/>
    <w:uiPriority w:val="99"/>
    <w:semiHidden/>
    <w:rsid w:val="009A2A2D"/>
    <w:rPr>
      <w:rFonts w:cs="Times New Roman"/>
      <w:color w:val="FFFFFF"/>
    </w:rPr>
  </w:style>
  <w:style w:type="paragraph" w:customStyle="1" w:styleId="Days">
    <w:name w:val="Days"/>
    <w:basedOn w:val="Normal"/>
    <w:uiPriority w:val="99"/>
    <w:rsid w:val="009A2A2D"/>
    <w:pPr>
      <w:jc w:val="center"/>
    </w:pPr>
    <w:rPr>
      <w:color w:val="404040"/>
      <w:sz w:val="20"/>
      <w:szCs w:val="20"/>
    </w:rPr>
  </w:style>
  <w:style w:type="paragraph" w:customStyle="1" w:styleId="CalendarText">
    <w:name w:val="Calendar Text"/>
    <w:basedOn w:val="Normal"/>
    <w:uiPriority w:val="99"/>
    <w:rsid w:val="009A2A2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9A2A2D"/>
    <w:rPr>
      <w:color w:val="1F2123"/>
      <w:sz w:val="14"/>
      <w:szCs w:val="1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2A2D"/>
    <w:pPr>
      <w:keepNext/>
      <w:keepLines/>
      <w:spacing w:before="480"/>
      <w:outlineLvl w:val="0"/>
    </w:pPr>
    <w:rPr>
      <w:rFonts w:eastAsia="Times New Roman"/>
      <w:b/>
      <w:bCs/>
      <w:color w:val="66BDD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2A2D"/>
    <w:pPr>
      <w:keepNext/>
      <w:keepLines/>
      <w:spacing w:before="200"/>
      <w:outlineLvl w:val="1"/>
    </w:pPr>
    <w:rPr>
      <w:rFonts w:eastAsia="Times New Roman"/>
      <w:b/>
      <w:bCs/>
      <w:color w:val="66BDD8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2A2D"/>
    <w:pPr>
      <w:keepNext/>
      <w:keepLines/>
      <w:spacing w:before="200"/>
      <w:outlineLvl w:val="2"/>
    </w:pPr>
    <w:rPr>
      <w:rFonts w:eastAsia="Times New Roman"/>
      <w:b/>
      <w:bCs/>
      <w:color w:val="66BDD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A2A2D"/>
    <w:pPr>
      <w:keepNext/>
      <w:keepLines/>
      <w:spacing w:before="200"/>
      <w:outlineLvl w:val="3"/>
    </w:pPr>
    <w:rPr>
      <w:rFonts w:eastAsia="Times New Roman"/>
      <w:b/>
      <w:bCs/>
      <w:i/>
      <w:iCs/>
      <w:color w:val="66BDD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A2A2D"/>
    <w:pPr>
      <w:keepNext/>
      <w:keepLines/>
      <w:spacing w:before="200"/>
      <w:outlineLvl w:val="4"/>
    </w:pPr>
    <w:rPr>
      <w:rFonts w:eastAsia="Times New Roman"/>
      <w:color w:val="66BDD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A2A2D"/>
    <w:pPr>
      <w:keepNext/>
      <w:keepLines/>
      <w:spacing w:before="200"/>
      <w:outlineLvl w:val="5"/>
    </w:pPr>
    <w:rPr>
      <w:rFonts w:eastAsia="Times New Roman"/>
      <w:i/>
      <w:iCs/>
      <w:color w:val="66BDD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A2A2D"/>
    <w:pPr>
      <w:keepNext/>
      <w:keepLines/>
      <w:spacing w:before="200"/>
      <w:outlineLvl w:val="6"/>
    </w:pPr>
    <w:rPr>
      <w:rFonts w:eastAsia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A2A2D"/>
    <w:pPr>
      <w:keepNext/>
      <w:keepLines/>
      <w:spacing w:before="200"/>
      <w:outlineLvl w:val="7"/>
    </w:pPr>
    <w:rPr>
      <w:rFonts w:eastAsia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2A2D"/>
    <w:pPr>
      <w:keepNext/>
      <w:keepLines/>
      <w:spacing w:before="20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2A2D"/>
    <w:rPr>
      <w:rFonts w:ascii="Cambria" w:hAnsi="Cambria" w:cs="Times New Roman"/>
      <w:b/>
      <w:bCs/>
      <w:color w:val="66BDD8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2A2D"/>
    <w:rPr>
      <w:rFonts w:ascii="Cambria" w:hAnsi="Cambria" w:cs="Times New Roman"/>
      <w:b/>
      <w:bCs/>
      <w:color w:val="66BDD8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2A2D"/>
    <w:rPr>
      <w:rFonts w:ascii="Cambria" w:hAnsi="Cambria" w:cs="Times New Roman"/>
      <w:b/>
      <w:bCs/>
      <w:color w:val="66BDD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2A2D"/>
    <w:rPr>
      <w:rFonts w:ascii="Cambria" w:hAnsi="Cambria" w:cs="Times New Roman"/>
      <w:b/>
      <w:bCs/>
      <w:i/>
      <w:iCs/>
      <w:color w:val="66BDD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A2A2D"/>
    <w:rPr>
      <w:rFonts w:ascii="Cambria" w:hAnsi="Cambria" w:cs="Times New Roman"/>
      <w:color w:val="66BDD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A2A2D"/>
    <w:rPr>
      <w:rFonts w:ascii="Cambria" w:hAnsi="Cambria" w:cs="Times New Roman"/>
      <w:i/>
      <w:iCs/>
      <w:color w:val="66BDD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A2A2D"/>
    <w:rPr>
      <w:rFonts w:ascii="Cambria" w:hAnsi="Cambria" w:cs="Times New Roman"/>
      <w:i/>
      <w:iCs/>
      <w:color w:val="404040"/>
      <w:sz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A2A2D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2A2D"/>
    <w:rPr>
      <w:rFonts w:ascii="Cambria" w:hAnsi="Cambria" w:cs="Times New Roman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9A2A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Heading">
    <w:name w:val="Notes Heading"/>
    <w:basedOn w:val="Normal"/>
    <w:uiPriority w:val="99"/>
    <w:rsid w:val="009A2A2D"/>
    <w:pPr>
      <w:jc w:val="center"/>
    </w:pPr>
    <w:rPr>
      <w:b/>
      <w:sz w:val="12"/>
      <w:szCs w:val="12"/>
    </w:rPr>
  </w:style>
  <w:style w:type="paragraph" w:customStyle="1" w:styleId="Week">
    <w:name w:val="Week"/>
    <w:basedOn w:val="Normal"/>
    <w:uiPriority w:val="99"/>
    <w:rsid w:val="009A2A2D"/>
    <w:pPr>
      <w:jc w:val="center"/>
    </w:pPr>
    <w:rPr>
      <w:b/>
      <w:caps/>
      <w:color w:val="404040"/>
    </w:rPr>
  </w:style>
  <w:style w:type="paragraph" w:customStyle="1" w:styleId="Line">
    <w:name w:val="Line"/>
    <w:basedOn w:val="Normal"/>
    <w:uiPriority w:val="99"/>
    <w:rsid w:val="009A2A2D"/>
    <w:pPr>
      <w:pBdr>
        <w:bottom w:val="single" w:sz="8" w:space="1" w:color="A3D7E7"/>
      </w:pBdr>
      <w:ind w:right="115"/>
      <w:jc w:val="center"/>
    </w:pPr>
    <w:rPr>
      <w:b/>
      <w:sz w:val="18"/>
    </w:rPr>
  </w:style>
  <w:style w:type="paragraph" w:styleId="Date">
    <w:name w:val="Date"/>
    <w:basedOn w:val="Normal"/>
    <w:next w:val="Normal"/>
    <w:link w:val="DateChar"/>
    <w:uiPriority w:val="99"/>
    <w:rsid w:val="009A2A2D"/>
    <w:pPr>
      <w:spacing w:before="60"/>
    </w:pPr>
    <w:rPr>
      <w:color w:val="66BDD8"/>
      <w:sz w:val="32"/>
      <w:szCs w:val="40"/>
    </w:rPr>
  </w:style>
  <w:style w:type="character" w:customStyle="1" w:styleId="DateChar">
    <w:name w:val="Date Char"/>
    <w:basedOn w:val="DefaultParagraphFont"/>
    <w:link w:val="Date"/>
    <w:uiPriority w:val="99"/>
    <w:locked/>
    <w:rsid w:val="009A2A2D"/>
    <w:rPr>
      <w:rFonts w:cs="Times New Roman"/>
      <w:color w:val="66BDD8"/>
      <w:sz w:val="40"/>
      <w:szCs w:val="40"/>
    </w:rPr>
  </w:style>
  <w:style w:type="character" w:customStyle="1" w:styleId="Saturday">
    <w:name w:val="Saturday"/>
    <w:basedOn w:val="DefaultParagraphFont"/>
    <w:uiPriority w:val="99"/>
    <w:rsid w:val="009A2A2D"/>
    <w:rPr>
      <w:rFonts w:cs="Times New Roman"/>
      <w:position w:val="12"/>
      <w:vertAlign w:val="baseline"/>
    </w:rPr>
  </w:style>
  <w:style w:type="character" w:customStyle="1" w:styleId="Sunday">
    <w:name w:val="Sunday"/>
    <w:basedOn w:val="DefaultParagraphFont"/>
    <w:uiPriority w:val="99"/>
    <w:rsid w:val="009A2A2D"/>
    <w:rPr>
      <w:rFonts w:cs="Times New Roman"/>
      <w:position w:val="-12"/>
      <w:vertAlign w:val="baseline"/>
    </w:rPr>
  </w:style>
  <w:style w:type="paragraph" w:styleId="NoSpacing">
    <w:name w:val="No Spacing"/>
    <w:uiPriority w:val="99"/>
    <w:qFormat/>
    <w:rsid w:val="009A2A2D"/>
    <w:rPr>
      <w:color w:val="1F2123"/>
      <w:sz w:val="2"/>
      <w:szCs w:val="6"/>
    </w:rPr>
  </w:style>
  <w:style w:type="paragraph" w:customStyle="1" w:styleId="Month">
    <w:name w:val="Month"/>
    <w:basedOn w:val="Normal"/>
    <w:uiPriority w:val="99"/>
    <w:rsid w:val="009A2A2D"/>
    <w:rPr>
      <w:caps/>
      <w:color w:val="0D0D0D"/>
      <w:position w:val="-12"/>
      <w:sz w:val="60"/>
      <w:szCs w:val="68"/>
    </w:rPr>
  </w:style>
  <w:style w:type="character" w:customStyle="1" w:styleId="Year">
    <w:name w:val="Year"/>
    <w:basedOn w:val="DefaultParagraphFont"/>
    <w:uiPriority w:val="99"/>
    <w:rsid w:val="009A2A2D"/>
    <w:rPr>
      <w:rFonts w:cs="Times New Roman"/>
      <w:color w:val="66BDD8"/>
    </w:rPr>
  </w:style>
  <w:style w:type="paragraph" w:customStyle="1" w:styleId="LineText">
    <w:name w:val="Line Text"/>
    <w:basedOn w:val="Normal"/>
    <w:uiPriority w:val="99"/>
    <w:rsid w:val="009A2A2D"/>
    <w:pPr>
      <w:spacing w:after="80"/>
      <w:jc w:val="right"/>
    </w:pPr>
    <w:rPr>
      <w:caps/>
      <w:color w:val="404040"/>
    </w:rPr>
  </w:style>
  <w:style w:type="paragraph" w:customStyle="1" w:styleId="LineHorizontal">
    <w:name w:val="Line Horizontal"/>
    <w:basedOn w:val="Line"/>
    <w:uiPriority w:val="99"/>
    <w:rsid w:val="009A2A2D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rsid w:val="009A2A2D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2A2D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99"/>
    <w:semiHidden/>
    <w:rsid w:val="009A2A2D"/>
  </w:style>
  <w:style w:type="paragraph" w:styleId="BlockText">
    <w:name w:val="Block Text"/>
    <w:basedOn w:val="Normal"/>
    <w:uiPriority w:val="99"/>
    <w:semiHidden/>
    <w:rsid w:val="009A2A2D"/>
    <w:pPr>
      <w:pBdr>
        <w:top w:val="single" w:sz="2" w:space="10" w:color="66BDD8" w:shadow="1" w:frame="1"/>
        <w:left w:val="single" w:sz="2" w:space="10" w:color="66BDD8" w:shadow="1" w:frame="1"/>
        <w:bottom w:val="single" w:sz="2" w:space="10" w:color="66BDD8" w:shadow="1" w:frame="1"/>
        <w:right w:val="single" w:sz="2" w:space="10" w:color="66BDD8" w:shadow="1" w:frame="1"/>
      </w:pBdr>
      <w:ind w:left="1152" w:right="1152"/>
    </w:pPr>
    <w:rPr>
      <w:rFonts w:eastAsia="Times New Roman"/>
      <w:i/>
      <w:iCs/>
      <w:color w:val="66BDD8"/>
    </w:rPr>
  </w:style>
  <w:style w:type="paragraph" w:styleId="BodyText">
    <w:name w:val="Body Text"/>
    <w:basedOn w:val="Normal"/>
    <w:link w:val="BodyTextChar"/>
    <w:uiPriority w:val="99"/>
    <w:semiHidden/>
    <w:rsid w:val="009A2A2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A2A2D"/>
    <w:rPr>
      <w:rFonts w:cs="Times New Roman"/>
      <w:sz w:val="16"/>
    </w:rPr>
  </w:style>
  <w:style w:type="paragraph" w:styleId="BodyText2">
    <w:name w:val="Body Text 2"/>
    <w:basedOn w:val="Normal"/>
    <w:link w:val="BodyText2Char"/>
    <w:uiPriority w:val="99"/>
    <w:semiHidden/>
    <w:rsid w:val="009A2A2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A2A2D"/>
    <w:rPr>
      <w:rFonts w:cs="Times New Roman"/>
      <w:sz w:val="16"/>
    </w:rPr>
  </w:style>
  <w:style w:type="paragraph" w:styleId="BodyText3">
    <w:name w:val="Body Text 3"/>
    <w:basedOn w:val="Normal"/>
    <w:link w:val="BodyText3Char"/>
    <w:uiPriority w:val="99"/>
    <w:semiHidden/>
    <w:rsid w:val="009A2A2D"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A2A2D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9A2A2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9A2A2D"/>
    <w:rPr>
      <w:rFonts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9A2A2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A2A2D"/>
    <w:rPr>
      <w:rFonts w:cs="Times New Roman"/>
      <w:sz w:val="16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9A2A2D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9A2A2D"/>
    <w:rPr>
      <w:rFonts w:cs="Times New Roman"/>
      <w:sz w:val="16"/>
    </w:rPr>
  </w:style>
  <w:style w:type="paragraph" w:styleId="BodyTextIndent2">
    <w:name w:val="Body Text Indent 2"/>
    <w:basedOn w:val="Normal"/>
    <w:link w:val="BodyTextIndent2Char"/>
    <w:uiPriority w:val="99"/>
    <w:semiHidden/>
    <w:rsid w:val="009A2A2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A2A2D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semiHidden/>
    <w:rsid w:val="009A2A2D"/>
    <w:pPr>
      <w:spacing w:after="120"/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A2A2D"/>
    <w:rPr>
      <w:rFonts w:cs="Times New Roman"/>
      <w:sz w:val="16"/>
      <w:szCs w:val="16"/>
    </w:rPr>
  </w:style>
  <w:style w:type="character" w:styleId="BookTitle">
    <w:name w:val="Book Title"/>
    <w:basedOn w:val="DefaultParagraphFont"/>
    <w:uiPriority w:val="99"/>
    <w:qFormat/>
    <w:rsid w:val="009A2A2D"/>
    <w:rPr>
      <w:rFonts w:cs="Times New Roman"/>
      <w:b/>
      <w:bCs/>
      <w:smallCaps/>
      <w:spacing w:val="5"/>
    </w:rPr>
  </w:style>
  <w:style w:type="paragraph" w:styleId="Caption">
    <w:name w:val="caption"/>
    <w:basedOn w:val="Normal"/>
    <w:next w:val="Normal"/>
    <w:uiPriority w:val="99"/>
    <w:qFormat/>
    <w:rsid w:val="009A2A2D"/>
    <w:rPr>
      <w:b/>
      <w:bCs/>
      <w:color w:val="66BDD8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rsid w:val="009A2A2D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9A2A2D"/>
    <w:rPr>
      <w:rFonts w:cs="Times New Roman"/>
      <w:sz w:val="16"/>
    </w:rPr>
  </w:style>
  <w:style w:type="character" w:styleId="CommentReference">
    <w:name w:val="annotation reference"/>
    <w:basedOn w:val="DefaultParagraphFont"/>
    <w:uiPriority w:val="99"/>
    <w:semiHidden/>
    <w:rsid w:val="009A2A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A2A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A2A2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A2A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A2A2D"/>
    <w:rPr>
      <w:rFonts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9A2A2D"/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A2A2D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9A2A2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9A2A2D"/>
    <w:rPr>
      <w:rFonts w:cs="Times New Roman"/>
      <w:sz w:val="16"/>
    </w:rPr>
  </w:style>
  <w:style w:type="character" w:styleId="Emphasis">
    <w:name w:val="Emphasis"/>
    <w:basedOn w:val="DefaultParagraphFont"/>
    <w:uiPriority w:val="99"/>
    <w:qFormat/>
    <w:rsid w:val="009A2A2D"/>
    <w:rPr>
      <w:rFonts w:cs="Times New Roman"/>
      <w:i/>
      <w:iCs/>
    </w:rPr>
  </w:style>
  <w:style w:type="character" w:styleId="EndnoteReference">
    <w:name w:val="endnote reference"/>
    <w:basedOn w:val="DefaultParagraphFont"/>
    <w:uiPriority w:val="99"/>
    <w:semiHidden/>
    <w:rsid w:val="009A2A2D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9A2A2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A2A2D"/>
    <w:rPr>
      <w:rFonts w:cs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rsid w:val="009A2A2D"/>
    <w:pPr>
      <w:framePr w:w="7920" w:h="1980" w:hRule="exact" w:hSpace="180" w:wrap="auto" w:hAnchor="page" w:xAlign="center" w:yAlign="bottom"/>
      <w:ind w:left="2880"/>
    </w:pPr>
    <w:rPr>
      <w:rFonts w:eastAsia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9A2A2D"/>
    <w:rPr>
      <w:rFonts w:eastAsia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rsid w:val="009A2A2D"/>
    <w:rPr>
      <w:rFonts w:cs="Times New Roman"/>
      <w:color w:val="7481CF"/>
      <w:u w:val="single"/>
    </w:rPr>
  </w:style>
  <w:style w:type="paragraph" w:styleId="Footer">
    <w:name w:val="footer"/>
    <w:basedOn w:val="Normal"/>
    <w:link w:val="FooterChar"/>
    <w:uiPriority w:val="99"/>
    <w:semiHidden/>
    <w:rsid w:val="009A2A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A2A2D"/>
    <w:rPr>
      <w:rFonts w:cs="Times New Roman"/>
      <w:sz w:val="16"/>
    </w:rPr>
  </w:style>
  <w:style w:type="character" w:styleId="FootnoteReference">
    <w:name w:val="footnote reference"/>
    <w:basedOn w:val="DefaultParagraphFont"/>
    <w:uiPriority w:val="99"/>
    <w:semiHidden/>
    <w:rsid w:val="009A2A2D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9A2A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A2A2D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9A2A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2A2D"/>
    <w:rPr>
      <w:rFonts w:cs="Times New Roman"/>
      <w:sz w:val="16"/>
    </w:rPr>
  </w:style>
  <w:style w:type="character" w:styleId="HTMLAcronym">
    <w:name w:val="HTML Acronym"/>
    <w:basedOn w:val="DefaultParagraphFont"/>
    <w:uiPriority w:val="99"/>
    <w:semiHidden/>
    <w:rsid w:val="009A2A2D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9A2A2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9A2A2D"/>
    <w:rPr>
      <w:rFonts w:cs="Times New Roman"/>
      <w:i/>
      <w:iCs/>
      <w:sz w:val="16"/>
    </w:rPr>
  </w:style>
  <w:style w:type="character" w:styleId="HTMLCite">
    <w:name w:val="HTML Cite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TMLCode">
    <w:name w:val="HTML Code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TMLKeyboard">
    <w:name w:val="HTML Keyboard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9A2A2D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9A2A2D"/>
    <w:rPr>
      <w:rFonts w:ascii="Consolas" w:hAnsi="Consolas" w:cs="Times New Roman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9A2A2D"/>
    <w:rPr>
      <w:rFonts w:ascii="Consolas" w:hAnsi="Consolas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9A2A2D"/>
    <w:rPr>
      <w:rFonts w:ascii="Consolas" w:hAnsi="Consolas" w:cs="Times New Roman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9A2A2D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semiHidden/>
    <w:rsid w:val="009A2A2D"/>
    <w:rPr>
      <w:rFonts w:cs="Times New Roman"/>
      <w:color w:val="66BDD8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9A2A2D"/>
    <w:pPr>
      <w:ind w:left="160" w:hanging="160"/>
    </w:pPr>
  </w:style>
  <w:style w:type="paragraph" w:styleId="Index2">
    <w:name w:val="index 2"/>
    <w:basedOn w:val="Normal"/>
    <w:next w:val="Normal"/>
    <w:autoRedefine/>
    <w:uiPriority w:val="99"/>
    <w:semiHidden/>
    <w:rsid w:val="009A2A2D"/>
    <w:pPr>
      <w:ind w:left="320" w:hanging="160"/>
    </w:pPr>
  </w:style>
  <w:style w:type="paragraph" w:styleId="Index3">
    <w:name w:val="index 3"/>
    <w:basedOn w:val="Normal"/>
    <w:next w:val="Normal"/>
    <w:autoRedefine/>
    <w:uiPriority w:val="99"/>
    <w:semiHidden/>
    <w:rsid w:val="009A2A2D"/>
    <w:pPr>
      <w:ind w:left="480" w:hanging="160"/>
    </w:pPr>
  </w:style>
  <w:style w:type="paragraph" w:styleId="Index4">
    <w:name w:val="index 4"/>
    <w:basedOn w:val="Normal"/>
    <w:next w:val="Normal"/>
    <w:autoRedefine/>
    <w:uiPriority w:val="99"/>
    <w:semiHidden/>
    <w:rsid w:val="009A2A2D"/>
    <w:pPr>
      <w:ind w:left="640" w:hanging="160"/>
    </w:pPr>
  </w:style>
  <w:style w:type="paragraph" w:styleId="Index5">
    <w:name w:val="index 5"/>
    <w:basedOn w:val="Normal"/>
    <w:next w:val="Normal"/>
    <w:autoRedefine/>
    <w:uiPriority w:val="99"/>
    <w:semiHidden/>
    <w:rsid w:val="009A2A2D"/>
    <w:pPr>
      <w:ind w:left="800" w:hanging="160"/>
    </w:pPr>
  </w:style>
  <w:style w:type="paragraph" w:styleId="Index6">
    <w:name w:val="index 6"/>
    <w:basedOn w:val="Normal"/>
    <w:next w:val="Normal"/>
    <w:autoRedefine/>
    <w:uiPriority w:val="99"/>
    <w:semiHidden/>
    <w:rsid w:val="009A2A2D"/>
    <w:pPr>
      <w:ind w:left="960" w:hanging="160"/>
    </w:pPr>
  </w:style>
  <w:style w:type="paragraph" w:styleId="Index7">
    <w:name w:val="index 7"/>
    <w:basedOn w:val="Normal"/>
    <w:next w:val="Normal"/>
    <w:autoRedefine/>
    <w:uiPriority w:val="99"/>
    <w:semiHidden/>
    <w:rsid w:val="009A2A2D"/>
    <w:pPr>
      <w:ind w:left="1120" w:hanging="160"/>
    </w:pPr>
  </w:style>
  <w:style w:type="paragraph" w:styleId="Index8">
    <w:name w:val="index 8"/>
    <w:basedOn w:val="Normal"/>
    <w:next w:val="Normal"/>
    <w:autoRedefine/>
    <w:uiPriority w:val="99"/>
    <w:semiHidden/>
    <w:rsid w:val="009A2A2D"/>
    <w:pPr>
      <w:ind w:left="1280" w:hanging="160"/>
    </w:pPr>
  </w:style>
  <w:style w:type="paragraph" w:styleId="Index9">
    <w:name w:val="index 9"/>
    <w:basedOn w:val="Normal"/>
    <w:next w:val="Normal"/>
    <w:autoRedefine/>
    <w:uiPriority w:val="99"/>
    <w:semiHidden/>
    <w:rsid w:val="009A2A2D"/>
    <w:pPr>
      <w:ind w:left="1440" w:hanging="160"/>
    </w:pPr>
  </w:style>
  <w:style w:type="paragraph" w:styleId="IndexHeading">
    <w:name w:val="index heading"/>
    <w:basedOn w:val="Normal"/>
    <w:next w:val="Index1"/>
    <w:uiPriority w:val="99"/>
    <w:semiHidden/>
    <w:rsid w:val="009A2A2D"/>
    <w:rPr>
      <w:rFonts w:eastAsia="Times New Roman"/>
      <w:b/>
      <w:bCs/>
    </w:rPr>
  </w:style>
  <w:style w:type="character" w:styleId="IntenseEmphasis">
    <w:name w:val="Intense Emphasis"/>
    <w:basedOn w:val="DefaultParagraphFont"/>
    <w:uiPriority w:val="99"/>
    <w:qFormat/>
    <w:rsid w:val="009A2A2D"/>
    <w:rPr>
      <w:rFonts w:cs="Times New Roman"/>
      <w:b/>
      <w:bCs/>
      <w:i/>
      <w:iCs/>
      <w:color w:val="66BDD8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A2A2D"/>
    <w:pPr>
      <w:pBdr>
        <w:bottom w:val="single" w:sz="4" w:space="4" w:color="66BDD8"/>
      </w:pBdr>
      <w:spacing w:before="200" w:after="280"/>
      <w:ind w:left="936" w:right="936"/>
    </w:pPr>
    <w:rPr>
      <w:b/>
      <w:bCs/>
      <w:i/>
      <w:iCs/>
      <w:color w:val="66BDD8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locked/>
    <w:rsid w:val="009A2A2D"/>
    <w:rPr>
      <w:rFonts w:cs="Times New Roman"/>
      <w:b/>
      <w:bCs/>
      <w:i/>
      <w:iCs/>
      <w:color w:val="66BDD8"/>
    </w:rPr>
  </w:style>
  <w:style w:type="character" w:styleId="IntenseReference">
    <w:name w:val="Intense Reference"/>
    <w:basedOn w:val="DefaultParagraphFont"/>
    <w:uiPriority w:val="99"/>
    <w:qFormat/>
    <w:rsid w:val="009A2A2D"/>
    <w:rPr>
      <w:rFonts w:cs="Times New Roman"/>
      <w:b/>
      <w:bCs/>
      <w:smallCaps/>
      <w:color w:val="66BDD8"/>
      <w:spacing w:val="5"/>
      <w:u w:val="single"/>
    </w:rPr>
  </w:style>
  <w:style w:type="character" w:styleId="LineNumber">
    <w:name w:val="line number"/>
    <w:basedOn w:val="DefaultParagraphFont"/>
    <w:uiPriority w:val="99"/>
    <w:semiHidden/>
    <w:rsid w:val="009A2A2D"/>
    <w:rPr>
      <w:rFonts w:cs="Times New Roman"/>
    </w:rPr>
  </w:style>
  <w:style w:type="paragraph" w:styleId="List">
    <w:name w:val="List"/>
    <w:basedOn w:val="Normal"/>
    <w:uiPriority w:val="99"/>
    <w:semiHidden/>
    <w:rsid w:val="009A2A2D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rsid w:val="009A2A2D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rsid w:val="009A2A2D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rsid w:val="009A2A2D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rsid w:val="009A2A2D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rsid w:val="009A2A2D"/>
    <w:pPr>
      <w:numPr>
        <w:numId w:val="11"/>
      </w:numPr>
      <w:contextualSpacing/>
    </w:pPr>
  </w:style>
  <w:style w:type="paragraph" w:styleId="ListBullet2">
    <w:name w:val="List Bullet 2"/>
    <w:basedOn w:val="Normal"/>
    <w:uiPriority w:val="99"/>
    <w:semiHidden/>
    <w:rsid w:val="009A2A2D"/>
    <w:pPr>
      <w:numPr>
        <w:numId w:val="12"/>
      </w:numPr>
      <w:contextualSpacing/>
    </w:pPr>
  </w:style>
  <w:style w:type="paragraph" w:styleId="ListBullet3">
    <w:name w:val="List Bullet 3"/>
    <w:basedOn w:val="Normal"/>
    <w:uiPriority w:val="99"/>
    <w:semiHidden/>
    <w:rsid w:val="009A2A2D"/>
    <w:pPr>
      <w:numPr>
        <w:numId w:val="13"/>
      </w:numPr>
      <w:contextualSpacing/>
    </w:pPr>
  </w:style>
  <w:style w:type="paragraph" w:styleId="ListBullet4">
    <w:name w:val="List Bullet 4"/>
    <w:basedOn w:val="Normal"/>
    <w:uiPriority w:val="99"/>
    <w:semiHidden/>
    <w:rsid w:val="009A2A2D"/>
    <w:pPr>
      <w:numPr>
        <w:numId w:val="14"/>
      </w:numPr>
      <w:contextualSpacing/>
    </w:pPr>
  </w:style>
  <w:style w:type="paragraph" w:styleId="ListBullet5">
    <w:name w:val="List Bullet 5"/>
    <w:basedOn w:val="Normal"/>
    <w:uiPriority w:val="99"/>
    <w:semiHidden/>
    <w:rsid w:val="009A2A2D"/>
    <w:pPr>
      <w:numPr>
        <w:numId w:val="15"/>
      </w:numPr>
      <w:contextualSpacing/>
    </w:pPr>
  </w:style>
  <w:style w:type="paragraph" w:styleId="ListContinue">
    <w:name w:val="List Continue"/>
    <w:basedOn w:val="Normal"/>
    <w:uiPriority w:val="99"/>
    <w:semiHidden/>
    <w:rsid w:val="009A2A2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rsid w:val="009A2A2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rsid w:val="009A2A2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rsid w:val="009A2A2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rsid w:val="009A2A2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rsid w:val="009A2A2D"/>
    <w:pPr>
      <w:numPr>
        <w:numId w:val="16"/>
      </w:numPr>
      <w:contextualSpacing/>
    </w:pPr>
  </w:style>
  <w:style w:type="paragraph" w:styleId="ListNumber2">
    <w:name w:val="List Number 2"/>
    <w:basedOn w:val="Normal"/>
    <w:uiPriority w:val="99"/>
    <w:semiHidden/>
    <w:rsid w:val="009A2A2D"/>
    <w:pPr>
      <w:numPr>
        <w:numId w:val="17"/>
      </w:numPr>
      <w:contextualSpacing/>
    </w:pPr>
  </w:style>
  <w:style w:type="paragraph" w:styleId="ListNumber3">
    <w:name w:val="List Number 3"/>
    <w:basedOn w:val="Normal"/>
    <w:uiPriority w:val="99"/>
    <w:semiHidden/>
    <w:rsid w:val="009A2A2D"/>
    <w:pPr>
      <w:numPr>
        <w:numId w:val="18"/>
      </w:numPr>
      <w:contextualSpacing/>
    </w:pPr>
  </w:style>
  <w:style w:type="paragraph" w:styleId="ListNumber4">
    <w:name w:val="List Number 4"/>
    <w:basedOn w:val="Normal"/>
    <w:uiPriority w:val="99"/>
    <w:semiHidden/>
    <w:rsid w:val="009A2A2D"/>
    <w:pPr>
      <w:numPr>
        <w:numId w:val="19"/>
      </w:numPr>
      <w:contextualSpacing/>
    </w:pPr>
  </w:style>
  <w:style w:type="paragraph" w:styleId="ListNumber5">
    <w:name w:val="List Number 5"/>
    <w:basedOn w:val="Normal"/>
    <w:uiPriority w:val="99"/>
    <w:semiHidden/>
    <w:rsid w:val="009A2A2D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99"/>
    <w:qFormat/>
    <w:rsid w:val="009A2A2D"/>
    <w:pPr>
      <w:ind w:left="720"/>
      <w:contextualSpacing/>
    </w:pPr>
  </w:style>
  <w:style w:type="paragraph" w:styleId="MacroText">
    <w:name w:val="macro"/>
    <w:link w:val="MacroTextChar"/>
    <w:uiPriority w:val="99"/>
    <w:semiHidden/>
    <w:rsid w:val="009A2A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1F2123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9A2A2D"/>
    <w:rPr>
      <w:rFonts w:ascii="Consolas" w:hAnsi="Consolas" w:cs="Times New Roman"/>
      <w:color w:val="1F2123"/>
      <w:lang w:val="en-US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rsid w:val="009A2A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9A2A2D"/>
    <w:rPr>
      <w:rFonts w:ascii="Cambria" w:hAnsi="Cambria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9A2A2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rsid w:val="009A2A2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9A2A2D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9A2A2D"/>
    <w:rPr>
      <w:rFonts w:cs="Times New Roman"/>
      <w:sz w:val="16"/>
    </w:rPr>
  </w:style>
  <w:style w:type="character" w:styleId="PageNumber">
    <w:name w:val="page number"/>
    <w:basedOn w:val="DefaultParagraphFont"/>
    <w:uiPriority w:val="99"/>
    <w:semiHidden/>
    <w:rsid w:val="009A2A2D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9A2A2D"/>
    <w:rPr>
      <w:rFonts w:cs="Times New Roman"/>
      <w:color w:val="808080"/>
    </w:rPr>
  </w:style>
  <w:style w:type="paragraph" w:styleId="PlainText">
    <w:name w:val="Plain Text"/>
    <w:basedOn w:val="Normal"/>
    <w:link w:val="PlainTextChar"/>
    <w:uiPriority w:val="99"/>
    <w:semiHidden/>
    <w:rsid w:val="009A2A2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9A2A2D"/>
    <w:rPr>
      <w:rFonts w:ascii="Consolas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99"/>
    <w:qFormat/>
    <w:rsid w:val="009A2A2D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semiHidden/>
    <w:locked/>
    <w:rsid w:val="009A2A2D"/>
    <w:rPr>
      <w:rFonts w:cs="Times New Roman"/>
      <w:i/>
      <w:iCs/>
      <w:color w:val="000000"/>
      <w:sz w:val="16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9A2A2D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9A2A2D"/>
    <w:rPr>
      <w:rFonts w:cs="Times New Roman"/>
      <w:sz w:val="16"/>
    </w:rPr>
  </w:style>
  <w:style w:type="paragraph" w:styleId="Signature">
    <w:name w:val="Signature"/>
    <w:basedOn w:val="Normal"/>
    <w:link w:val="SignatureChar"/>
    <w:uiPriority w:val="99"/>
    <w:semiHidden/>
    <w:rsid w:val="009A2A2D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9A2A2D"/>
    <w:rPr>
      <w:rFonts w:cs="Times New Roman"/>
      <w:sz w:val="16"/>
    </w:rPr>
  </w:style>
  <w:style w:type="character" w:styleId="Strong">
    <w:name w:val="Strong"/>
    <w:basedOn w:val="DefaultParagraphFont"/>
    <w:uiPriority w:val="99"/>
    <w:qFormat/>
    <w:rsid w:val="009A2A2D"/>
    <w:rPr>
      <w:rFonts w:cs="Times New Roman"/>
      <w:b/>
      <w:bCs/>
    </w:rPr>
  </w:style>
  <w:style w:type="paragraph" w:styleId="Subtitle">
    <w:name w:val="Subtitle"/>
    <w:basedOn w:val="Normal"/>
    <w:next w:val="Normal"/>
    <w:link w:val="SubtitleChar"/>
    <w:uiPriority w:val="99"/>
    <w:qFormat/>
    <w:rsid w:val="009A2A2D"/>
    <w:pPr>
      <w:numPr>
        <w:ilvl w:val="1"/>
      </w:numPr>
    </w:pPr>
    <w:rPr>
      <w:rFonts w:eastAsia="Times New Roman"/>
      <w:i/>
      <w:iCs/>
      <w:color w:val="66BDD8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locked/>
    <w:rsid w:val="009A2A2D"/>
    <w:rPr>
      <w:rFonts w:ascii="Cambria" w:hAnsi="Cambria" w:cs="Times New Roman"/>
      <w:i/>
      <w:iCs/>
      <w:color w:val="66BDD8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9A2A2D"/>
    <w:rPr>
      <w:rFonts w:cs="Times New Roman"/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9A2A2D"/>
    <w:rPr>
      <w:rFonts w:cs="Times New Roman"/>
      <w:smallCaps/>
      <w:color w:val="66BDD8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rsid w:val="009A2A2D"/>
    <w:pPr>
      <w:ind w:left="160" w:hanging="160"/>
    </w:pPr>
  </w:style>
  <w:style w:type="paragraph" w:styleId="TableofFigures">
    <w:name w:val="table of figures"/>
    <w:basedOn w:val="Normal"/>
    <w:next w:val="Normal"/>
    <w:uiPriority w:val="99"/>
    <w:semiHidden/>
    <w:rsid w:val="009A2A2D"/>
  </w:style>
  <w:style w:type="paragraph" w:styleId="Title">
    <w:name w:val="Title"/>
    <w:basedOn w:val="Normal"/>
    <w:next w:val="Normal"/>
    <w:link w:val="TitleChar"/>
    <w:uiPriority w:val="99"/>
    <w:qFormat/>
    <w:rsid w:val="009A2A2D"/>
    <w:pPr>
      <w:pBdr>
        <w:bottom w:val="single" w:sz="8" w:space="4" w:color="66BDD8"/>
      </w:pBdr>
      <w:spacing w:after="300"/>
      <w:contextualSpacing/>
    </w:pPr>
    <w:rPr>
      <w:rFonts w:eastAsia="Times New Roman"/>
      <w:color w:val="17181A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locked/>
    <w:rsid w:val="009A2A2D"/>
    <w:rPr>
      <w:rFonts w:ascii="Cambria" w:hAnsi="Cambria" w:cs="Times New Roman"/>
      <w:color w:val="17181A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9A2A2D"/>
    <w:pPr>
      <w:spacing w:before="120"/>
    </w:pPr>
    <w:rPr>
      <w:rFonts w:eastAsia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9A2A2D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9A2A2D"/>
    <w:pPr>
      <w:spacing w:after="100"/>
      <w:ind w:left="160"/>
    </w:pPr>
  </w:style>
  <w:style w:type="paragraph" w:styleId="TOC3">
    <w:name w:val="toc 3"/>
    <w:basedOn w:val="Normal"/>
    <w:next w:val="Normal"/>
    <w:autoRedefine/>
    <w:uiPriority w:val="99"/>
    <w:semiHidden/>
    <w:rsid w:val="009A2A2D"/>
    <w:pPr>
      <w:spacing w:after="100"/>
      <w:ind w:left="320"/>
    </w:pPr>
  </w:style>
  <w:style w:type="paragraph" w:styleId="TOC4">
    <w:name w:val="toc 4"/>
    <w:basedOn w:val="Normal"/>
    <w:next w:val="Normal"/>
    <w:autoRedefine/>
    <w:uiPriority w:val="99"/>
    <w:semiHidden/>
    <w:rsid w:val="009A2A2D"/>
    <w:pPr>
      <w:spacing w:after="100"/>
      <w:ind w:left="480"/>
    </w:pPr>
  </w:style>
  <w:style w:type="paragraph" w:styleId="TOC5">
    <w:name w:val="toc 5"/>
    <w:basedOn w:val="Normal"/>
    <w:next w:val="Normal"/>
    <w:autoRedefine/>
    <w:uiPriority w:val="99"/>
    <w:semiHidden/>
    <w:rsid w:val="009A2A2D"/>
    <w:pPr>
      <w:spacing w:after="100"/>
      <w:ind w:left="640"/>
    </w:pPr>
  </w:style>
  <w:style w:type="paragraph" w:styleId="TOC6">
    <w:name w:val="toc 6"/>
    <w:basedOn w:val="Normal"/>
    <w:next w:val="Normal"/>
    <w:autoRedefine/>
    <w:uiPriority w:val="99"/>
    <w:semiHidden/>
    <w:rsid w:val="009A2A2D"/>
    <w:pPr>
      <w:spacing w:after="100"/>
      <w:ind w:left="800"/>
    </w:pPr>
  </w:style>
  <w:style w:type="paragraph" w:styleId="TOC7">
    <w:name w:val="toc 7"/>
    <w:basedOn w:val="Normal"/>
    <w:next w:val="Normal"/>
    <w:autoRedefine/>
    <w:uiPriority w:val="99"/>
    <w:semiHidden/>
    <w:rsid w:val="009A2A2D"/>
    <w:pPr>
      <w:spacing w:after="100"/>
      <w:ind w:left="960"/>
    </w:pPr>
  </w:style>
  <w:style w:type="paragraph" w:styleId="TOC8">
    <w:name w:val="toc 8"/>
    <w:basedOn w:val="Normal"/>
    <w:next w:val="Normal"/>
    <w:autoRedefine/>
    <w:uiPriority w:val="99"/>
    <w:semiHidden/>
    <w:rsid w:val="009A2A2D"/>
    <w:pPr>
      <w:spacing w:after="100"/>
      <w:ind w:left="1120"/>
    </w:pPr>
  </w:style>
  <w:style w:type="paragraph" w:styleId="TOC9">
    <w:name w:val="toc 9"/>
    <w:basedOn w:val="Normal"/>
    <w:next w:val="Normal"/>
    <w:autoRedefine/>
    <w:uiPriority w:val="99"/>
    <w:semiHidden/>
    <w:rsid w:val="009A2A2D"/>
    <w:pPr>
      <w:spacing w:after="100"/>
      <w:ind w:left="1280"/>
    </w:pPr>
  </w:style>
  <w:style w:type="paragraph" w:styleId="TOCHeading">
    <w:name w:val="TOC Heading"/>
    <w:basedOn w:val="Heading1"/>
    <w:next w:val="Normal"/>
    <w:uiPriority w:val="99"/>
    <w:qFormat/>
    <w:rsid w:val="009A2A2D"/>
    <w:pPr>
      <w:outlineLvl w:val="9"/>
    </w:pPr>
  </w:style>
  <w:style w:type="character" w:customStyle="1" w:styleId="SlashEnd">
    <w:name w:val="SlashEnd"/>
    <w:basedOn w:val="DefaultParagraphFont"/>
    <w:uiPriority w:val="99"/>
    <w:semiHidden/>
    <w:rsid w:val="009A2A2D"/>
    <w:rPr>
      <w:rFonts w:cs="Times New Roman"/>
      <w:color w:val="FFFFFF"/>
    </w:rPr>
  </w:style>
  <w:style w:type="paragraph" w:customStyle="1" w:styleId="Days">
    <w:name w:val="Days"/>
    <w:basedOn w:val="Normal"/>
    <w:uiPriority w:val="99"/>
    <w:rsid w:val="009A2A2D"/>
    <w:pPr>
      <w:jc w:val="center"/>
    </w:pPr>
    <w:rPr>
      <w:color w:val="404040"/>
      <w:sz w:val="20"/>
      <w:szCs w:val="20"/>
    </w:rPr>
  </w:style>
  <w:style w:type="paragraph" w:customStyle="1" w:styleId="CalendarText">
    <w:name w:val="Calendar Text"/>
    <w:basedOn w:val="Normal"/>
    <w:uiPriority w:val="99"/>
    <w:rsid w:val="009A2A2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eilaribas\AppData\Roaming\Microsoft\Templates\Lesson%20plan%20calend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calendar</Template>
  <TotalTime>9</TotalTime>
  <Pages>1</Pages>
  <Words>124</Words>
  <Characters>1800</Characters>
  <Application>Microsoft Office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Bradley</dc:creator>
  <cp:lastModifiedBy>Cindy Bradley</cp:lastModifiedBy>
  <cp:revision>6</cp:revision>
  <cp:lastPrinted>2014-07-01T02:48:00Z</cp:lastPrinted>
  <dcterms:created xsi:type="dcterms:W3CDTF">2014-07-02T15:43:00Z</dcterms:created>
  <dcterms:modified xsi:type="dcterms:W3CDTF">2014-08-18T14:09:00Z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TC027909669991</vt:lpwstr>
  </property>
</Properties>
</file>